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4ED" w:rsidRDefault="005A1E0A" w:rsidP="00862A0C">
      <w:pPr>
        <w:tabs>
          <w:tab w:val="left" w:pos="8222"/>
        </w:tabs>
        <w:ind w:right="1275"/>
        <w:rPr>
          <w:rFonts w:ascii="Arial" w:hAnsi="Arial" w:cs="Arial"/>
        </w:rPr>
      </w:pPr>
      <w:r w:rsidRPr="00D00396">
        <w:rPr>
          <w:rFonts w:ascii="Arial" w:hAnsi="Arial" w:cs="Arial"/>
        </w:rPr>
        <w:t>Seite 1/</w:t>
      </w:r>
      <w:r w:rsidR="000A313E">
        <w:rPr>
          <w:rFonts w:ascii="Arial" w:hAnsi="Arial" w:cs="Arial"/>
        </w:rPr>
        <w:t>3</w:t>
      </w:r>
    </w:p>
    <w:p w:rsidR="00862A0C" w:rsidRDefault="00D17E6F" w:rsidP="00862A0C">
      <w:pPr>
        <w:tabs>
          <w:tab w:val="left" w:pos="8222"/>
        </w:tabs>
        <w:ind w:right="1275"/>
        <w:rPr>
          <w:rFonts w:ascii="Arial" w:hAnsi="Arial" w:cs="Arial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4B1D68" wp14:editId="1EB3EECF">
                <wp:simplePos x="0" y="0"/>
                <wp:positionH relativeFrom="column">
                  <wp:posOffset>5329555</wp:posOffset>
                </wp:positionH>
                <wp:positionV relativeFrom="paragraph">
                  <wp:posOffset>317500</wp:posOffset>
                </wp:positionV>
                <wp:extent cx="1236345" cy="199707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345" cy="199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spellStart"/>
                            <w:r w:rsidRPr="00D13E94">
                              <w:rPr>
                                <w:rFonts w:ascii="Arial" w:hAnsi="Arial" w:cs="Arial"/>
                                <w:b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Kontakt</w:t>
                            </w:r>
                            <w:proofErr w:type="spellEnd"/>
                          </w:p>
                          <w:p w:rsidR="001A2096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 xml:space="preserve">ABUS Security-Center </w:t>
                            </w:r>
                          </w:p>
                          <w:p w:rsidR="001A2096" w:rsidRPr="00CF6DD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 xml:space="preserve">GmbH &amp; Co. </w:t>
                            </w:r>
                            <w:r w:rsidRPr="00CF6DD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KG</w:t>
                            </w:r>
                          </w:p>
                          <w:p w:rsidR="001A2096" w:rsidRPr="00BF7E1E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BF7E1E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Florian Lauw</w:t>
                            </w:r>
                          </w:p>
                          <w:p w:rsidR="001A2096" w:rsidRPr="00D100BD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00BD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Public Relations</w:t>
                            </w:r>
                          </w:p>
                          <w:p w:rsidR="001A2096" w:rsidRPr="00D100BD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00BD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+49 82 07 959 90-</w:t>
                            </w:r>
                            <w:r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277</w:t>
                            </w:r>
                          </w:p>
                          <w:p w:rsidR="001A2096" w:rsidRPr="000F5903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11B1F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F5903">
                              <w:rPr>
                                <w:rFonts w:ascii="Arial" w:hAnsi="Arial" w:cs="Arial"/>
                                <w:b/>
                                <w:color w:val="011B1F"/>
                                <w:sz w:val="13"/>
                                <w:szCs w:val="13"/>
                                <w:lang w:val="en-US"/>
                              </w:rPr>
                              <w:t>presse@abus-sc.com</w:t>
                            </w:r>
                          </w:p>
                          <w:p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 xml:space="preserve">Linker </w:t>
                            </w:r>
                            <w:proofErr w:type="spellStart"/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Kreuthweg</w:t>
                            </w:r>
                            <w:proofErr w:type="spellEnd"/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 xml:space="preserve"> 5</w:t>
                            </w:r>
                          </w:p>
                          <w:p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 xml:space="preserve">86444 </w:t>
                            </w:r>
                            <w:proofErr w:type="spellStart"/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Affing</w:t>
                            </w:r>
                            <w:proofErr w:type="spellEnd"/>
                          </w:p>
                          <w:p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Germany</w:t>
                            </w:r>
                          </w:p>
                          <w:p w:rsidR="001A2096" w:rsidRPr="00D13E94" w:rsidRDefault="001A2096" w:rsidP="00D13E94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www.abus</w:t>
                            </w:r>
                            <w:r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B1D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9.65pt;margin-top:25pt;width:97.35pt;height:15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PajsQIAALc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" filled="f" stroked="f" strokeweight="0">
                <v:textbox>
                  <w:txbxContent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proofErr w:type="spellStart"/>
                      <w:r w:rsidRPr="00D13E94">
                        <w:rPr>
                          <w:rFonts w:ascii="Arial" w:hAnsi="Arial" w:cs="Arial"/>
                          <w:b/>
                          <w:color w:val="5A5A5A"/>
                          <w:sz w:val="13"/>
                          <w:szCs w:val="13"/>
                          <w:lang w:val="en-US"/>
                        </w:rPr>
                        <w:t>Kontakt</w:t>
                      </w:r>
                      <w:proofErr w:type="spellEnd"/>
                    </w:p>
                    <w:p w:rsidR="001A2096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 xml:space="preserve">ABUS Security-Center </w:t>
                      </w:r>
                    </w:p>
                    <w:p w:rsidR="001A2096" w:rsidRPr="00CF6DD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 xml:space="preserve">GmbH &amp; Co. </w:t>
                      </w:r>
                      <w:r w:rsidRPr="00CF6DD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KG</w:t>
                      </w:r>
                    </w:p>
                    <w:p w:rsidR="001A2096" w:rsidRPr="00BF7E1E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BF7E1E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Florian Lauw</w:t>
                      </w:r>
                    </w:p>
                    <w:p w:rsidR="001A2096" w:rsidRPr="00D100BD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00BD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Public Relations</w:t>
                      </w:r>
                    </w:p>
                    <w:p w:rsidR="001A2096" w:rsidRPr="00D100BD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00BD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+49 82 07 959 90-</w:t>
                      </w:r>
                      <w:r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277</w:t>
                      </w:r>
                    </w:p>
                    <w:p w:rsidR="001A2096" w:rsidRPr="000F5903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color w:val="011B1F"/>
                          <w:sz w:val="13"/>
                          <w:szCs w:val="13"/>
                          <w:lang w:val="en-US"/>
                        </w:rPr>
                      </w:pPr>
                      <w:r w:rsidRPr="000F5903">
                        <w:rPr>
                          <w:rFonts w:ascii="Arial" w:hAnsi="Arial" w:cs="Arial"/>
                          <w:b/>
                          <w:color w:val="011B1F"/>
                          <w:sz w:val="13"/>
                          <w:szCs w:val="13"/>
                          <w:lang w:val="en-US"/>
                        </w:rPr>
                        <w:t>presse@abus-sc.com</w:t>
                      </w:r>
                    </w:p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 xml:space="preserve">Linker </w:t>
                      </w:r>
                      <w:proofErr w:type="spellStart"/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Kreuthweg</w:t>
                      </w:r>
                      <w:proofErr w:type="spellEnd"/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 xml:space="preserve"> 5</w:t>
                      </w:r>
                    </w:p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 xml:space="preserve">86444 </w:t>
                      </w:r>
                      <w:proofErr w:type="spellStart"/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Affing</w:t>
                      </w:r>
                      <w:proofErr w:type="spellEnd"/>
                    </w:p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Germany</w:t>
                      </w:r>
                    </w:p>
                    <w:p w:rsidR="001A2096" w:rsidRPr="00D13E94" w:rsidRDefault="001A2096" w:rsidP="00D13E94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www.abus</w:t>
                      </w:r>
                      <w:r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</w:p>
    <w:p w:rsidR="00FE25BB" w:rsidRDefault="009D7650" w:rsidP="00467497">
      <w:pPr>
        <w:widowControl w:val="0"/>
        <w:spacing w:after="240" w:line="360" w:lineRule="atLeast"/>
        <w:ind w:right="216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Sakrale</w:t>
      </w:r>
      <w:r w:rsidR="003E1B0E">
        <w:rPr>
          <w:rFonts w:ascii="Arial" w:hAnsi="Arial" w:cs="Arial"/>
          <w:b/>
          <w:bCs/>
          <w:sz w:val="28"/>
          <w:szCs w:val="28"/>
        </w:rPr>
        <w:t xml:space="preserve"> Wert</w:t>
      </w:r>
      <w:r>
        <w:rPr>
          <w:rFonts w:ascii="Arial" w:hAnsi="Arial" w:cs="Arial"/>
          <w:b/>
          <w:bCs/>
          <w:sz w:val="28"/>
          <w:szCs w:val="28"/>
        </w:rPr>
        <w:t>e</w:t>
      </w:r>
      <w:r w:rsidR="003E1B0E">
        <w:rPr>
          <w:rFonts w:ascii="Arial" w:hAnsi="Arial" w:cs="Arial"/>
          <w:b/>
          <w:bCs/>
          <w:sz w:val="28"/>
          <w:szCs w:val="28"/>
        </w:rPr>
        <w:t xml:space="preserve"> </w:t>
      </w:r>
      <w:r w:rsidR="00FE25BB">
        <w:rPr>
          <w:rFonts w:ascii="Arial" w:hAnsi="Arial" w:cs="Arial"/>
          <w:b/>
          <w:bCs/>
          <w:sz w:val="28"/>
          <w:szCs w:val="28"/>
        </w:rPr>
        <w:t xml:space="preserve">in guten Händen: ABUS sichert </w:t>
      </w:r>
      <w:r>
        <w:rPr>
          <w:rFonts w:ascii="Arial" w:hAnsi="Arial" w:cs="Arial"/>
          <w:b/>
          <w:bCs/>
          <w:sz w:val="28"/>
          <w:szCs w:val="28"/>
        </w:rPr>
        <w:t>Jugendstilk</w:t>
      </w:r>
      <w:r w:rsidR="002513EE">
        <w:rPr>
          <w:rFonts w:ascii="Arial" w:hAnsi="Arial" w:cs="Arial"/>
          <w:b/>
          <w:bCs/>
          <w:sz w:val="28"/>
          <w:szCs w:val="28"/>
        </w:rPr>
        <w:t xml:space="preserve">irche St. Nikolaus </w:t>
      </w:r>
    </w:p>
    <w:p w:rsidR="00467497" w:rsidRDefault="00430962" w:rsidP="0046749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Die Jugendstilk</w:t>
      </w:r>
      <w:r w:rsidR="002513EE">
        <w:rPr>
          <w:rFonts w:ascii="Arial" w:hAnsi="Arial" w:cs="Arial"/>
          <w:b/>
          <w:sz w:val="20"/>
          <w:szCs w:val="20"/>
        </w:rPr>
        <w:t xml:space="preserve">irche St. Nikolaus </w:t>
      </w:r>
      <w:r>
        <w:rPr>
          <w:rFonts w:ascii="Arial" w:hAnsi="Arial" w:cs="Arial"/>
          <w:b/>
          <w:sz w:val="20"/>
          <w:szCs w:val="20"/>
        </w:rPr>
        <w:t>in Essen</w:t>
      </w:r>
      <w:r w:rsidR="00FB7A63">
        <w:rPr>
          <w:rFonts w:ascii="Arial" w:hAnsi="Arial" w:cs="Arial"/>
          <w:b/>
          <w:sz w:val="20"/>
          <w:szCs w:val="20"/>
        </w:rPr>
        <w:t>-</w:t>
      </w:r>
      <w:proofErr w:type="spellStart"/>
      <w:r w:rsidR="00FB7A63">
        <w:rPr>
          <w:rFonts w:ascii="Arial" w:hAnsi="Arial" w:cs="Arial"/>
          <w:b/>
          <w:sz w:val="20"/>
          <w:szCs w:val="20"/>
        </w:rPr>
        <w:t>Stoppenberg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="002513EE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 xml:space="preserve">st eine der ältesten Kirchen in der Region </w:t>
      </w:r>
      <w:r w:rsidR="002513EE">
        <w:rPr>
          <w:rFonts w:ascii="Arial" w:hAnsi="Arial" w:cs="Arial"/>
          <w:b/>
          <w:sz w:val="20"/>
          <w:szCs w:val="20"/>
        </w:rPr>
        <w:t xml:space="preserve">und wurde </w:t>
      </w:r>
      <w:r w:rsidR="00951D9C">
        <w:rPr>
          <w:rFonts w:ascii="Arial" w:hAnsi="Arial" w:cs="Arial"/>
          <w:b/>
          <w:sz w:val="20"/>
          <w:szCs w:val="20"/>
        </w:rPr>
        <w:t>vor über 100 Jahren</w:t>
      </w:r>
      <w:r w:rsidR="002513EE">
        <w:rPr>
          <w:rFonts w:ascii="Arial" w:hAnsi="Arial" w:cs="Arial"/>
          <w:b/>
          <w:sz w:val="20"/>
          <w:szCs w:val="20"/>
        </w:rPr>
        <w:t xml:space="preserve"> erbaut. </w:t>
      </w:r>
      <w:r w:rsidR="00D00CB0">
        <w:rPr>
          <w:rFonts w:ascii="Arial" w:hAnsi="Arial" w:cs="Arial"/>
          <w:b/>
          <w:sz w:val="20"/>
          <w:szCs w:val="20"/>
        </w:rPr>
        <w:t>Mit ihren</w:t>
      </w:r>
      <w:r w:rsidR="00410108">
        <w:rPr>
          <w:rFonts w:ascii="Arial" w:hAnsi="Arial" w:cs="Arial"/>
          <w:b/>
          <w:sz w:val="20"/>
          <w:szCs w:val="20"/>
        </w:rPr>
        <w:t xml:space="preserve"> kunstvoll</w:t>
      </w:r>
      <w:r w:rsidR="002513EE">
        <w:rPr>
          <w:rFonts w:ascii="Arial" w:hAnsi="Arial" w:cs="Arial"/>
          <w:b/>
          <w:sz w:val="20"/>
          <w:szCs w:val="20"/>
        </w:rPr>
        <w:t xml:space="preserve"> buntgeglasten Fenster</w:t>
      </w:r>
      <w:r w:rsidR="00D00CB0">
        <w:rPr>
          <w:rFonts w:ascii="Arial" w:hAnsi="Arial" w:cs="Arial"/>
          <w:b/>
          <w:sz w:val="20"/>
          <w:szCs w:val="20"/>
        </w:rPr>
        <w:t>n</w:t>
      </w:r>
      <w:r w:rsidR="002513EE">
        <w:rPr>
          <w:rFonts w:ascii="Arial" w:hAnsi="Arial" w:cs="Arial"/>
          <w:b/>
          <w:sz w:val="20"/>
          <w:szCs w:val="20"/>
        </w:rPr>
        <w:t xml:space="preserve"> </w:t>
      </w:r>
      <w:r w:rsidR="00D00CB0">
        <w:rPr>
          <w:rFonts w:ascii="Arial" w:hAnsi="Arial" w:cs="Arial"/>
          <w:b/>
          <w:sz w:val="20"/>
          <w:szCs w:val="20"/>
        </w:rPr>
        <w:t>und dem</w:t>
      </w:r>
      <w:r w:rsidR="002513EE">
        <w:rPr>
          <w:rFonts w:ascii="Arial" w:hAnsi="Arial" w:cs="Arial"/>
          <w:b/>
          <w:sz w:val="20"/>
          <w:szCs w:val="20"/>
        </w:rPr>
        <w:t xml:space="preserve"> prächtigen Altarraum mit filigranen </w:t>
      </w:r>
      <w:r w:rsidR="00951D9C">
        <w:rPr>
          <w:rFonts w:ascii="Arial" w:hAnsi="Arial" w:cs="Arial"/>
          <w:b/>
          <w:sz w:val="20"/>
          <w:szCs w:val="20"/>
        </w:rPr>
        <w:t>Golde</w:t>
      </w:r>
      <w:r w:rsidR="002513EE">
        <w:rPr>
          <w:rFonts w:ascii="Arial" w:hAnsi="Arial" w:cs="Arial"/>
          <w:b/>
          <w:sz w:val="20"/>
          <w:szCs w:val="20"/>
        </w:rPr>
        <w:t xml:space="preserve">lementen </w:t>
      </w:r>
      <w:r w:rsidR="00B37E92">
        <w:rPr>
          <w:rFonts w:ascii="Arial" w:hAnsi="Arial" w:cs="Arial"/>
          <w:b/>
          <w:sz w:val="20"/>
          <w:szCs w:val="20"/>
        </w:rPr>
        <w:t>ist</w:t>
      </w:r>
      <w:r w:rsidR="002513EE">
        <w:rPr>
          <w:rFonts w:ascii="Arial" w:hAnsi="Arial" w:cs="Arial"/>
          <w:b/>
          <w:sz w:val="20"/>
          <w:szCs w:val="20"/>
        </w:rPr>
        <w:t xml:space="preserve"> sie </w:t>
      </w:r>
      <w:r w:rsidR="00324AF3">
        <w:rPr>
          <w:rFonts w:ascii="Arial" w:hAnsi="Arial" w:cs="Arial"/>
          <w:b/>
          <w:sz w:val="20"/>
          <w:szCs w:val="20"/>
        </w:rPr>
        <w:t>zugleich ein Ort der Besinnung und ein Kunstwerk von unschätzbarem Wert</w:t>
      </w:r>
      <w:r>
        <w:rPr>
          <w:rFonts w:ascii="Arial" w:hAnsi="Arial" w:cs="Arial"/>
          <w:b/>
          <w:sz w:val="20"/>
          <w:szCs w:val="20"/>
        </w:rPr>
        <w:t xml:space="preserve">. Es ist daher schwer </w:t>
      </w:r>
      <w:r w:rsidR="00324AF3">
        <w:rPr>
          <w:rFonts w:ascii="Arial" w:hAnsi="Arial" w:cs="Arial"/>
          <w:b/>
          <w:sz w:val="20"/>
          <w:szCs w:val="20"/>
        </w:rPr>
        <w:t>nachvollzie</w:t>
      </w:r>
      <w:r w:rsidR="006B2BC2">
        <w:rPr>
          <w:rFonts w:ascii="Arial" w:hAnsi="Arial" w:cs="Arial"/>
          <w:b/>
          <w:sz w:val="20"/>
          <w:szCs w:val="20"/>
        </w:rPr>
        <w:t>h</w:t>
      </w:r>
      <w:r w:rsidR="00324AF3">
        <w:rPr>
          <w:rFonts w:ascii="Arial" w:hAnsi="Arial" w:cs="Arial"/>
          <w:b/>
          <w:sz w:val="20"/>
          <w:szCs w:val="20"/>
        </w:rPr>
        <w:t>bar</w:t>
      </w:r>
      <w:r>
        <w:rPr>
          <w:rFonts w:ascii="Arial" w:hAnsi="Arial" w:cs="Arial"/>
          <w:b/>
          <w:sz w:val="20"/>
          <w:szCs w:val="20"/>
        </w:rPr>
        <w:t xml:space="preserve">, dass </w:t>
      </w:r>
      <w:r w:rsidR="007D693B">
        <w:rPr>
          <w:rFonts w:ascii="Arial" w:hAnsi="Arial" w:cs="Arial"/>
          <w:b/>
          <w:sz w:val="20"/>
          <w:szCs w:val="20"/>
        </w:rPr>
        <w:t xml:space="preserve">der Frieden </w:t>
      </w:r>
      <w:r w:rsidR="00B37E92">
        <w:rPr>
          <w:rFonts w:ascii="Arial" w:hAnsi="Arial" w:cs="Arial"/>
          <w:b/>
          <w:sz w:val="20"/>
          <w:szCs w:val="20"/>
        </w:rPr>
        <w:t xml:space="preserve">der Kirche in der Vergangenheit </w:t>
      </w:r>
      <w:r>
        <w:rPr>
          <w:rFonts w:ascii="Arial" w:hAnsi="Arial" w:cs="Arial"/>
          <w:b/>
          <w:sz w:val="20"/>
          <w:szCs w:val="20"/>
        </w:rPr>
        <w:t xml:space="preserve">wiederholt </w:t>
      </w:r>
      <w:r w:rsidR="00951D9C">
        <w:rPr>
          <w:rFonts w:ascii="Arial" w:hAnsi="Arial" w:cs="Arial"/>
          <w:b/>
          <w:sz w:val="20"/>
          <w:szCs w:val="20"/>
        </w:rPr>
        <w:t xml:space="preserve">gestört wurde: </w:t>
      </w:r>
      <w:r w:rsidR="00B37E92">
        <w:rPr>
          <w:rFonts w:ascii="Arial" w:hAnsi="Arial" w:cs="Arial"/>
          <w:b/>
          <w:sz w:val="20"/>
          <w:szCs w:val="20"/>
        </w:rPr>
        <w:t xml:space="preserve">Einbrecher </w:t>
      </w:r>
      <w:r w:rsidR="00324AF3">
        <w:rPr>
          <w:rFonts w:ascii="Arial" w:hAnsi="Arial" w:cs="Arial"/>
          <w:b/>
          <w:sz w:val="20"/>
          <w:szCs w:val="20"/>
        </w:rPr>
        <w:t xml:space="preserve">drangen </w:t>
      </w:r>
      <w:r w:rsidR="00B37E92">
        <w:rPr>
          <w:rFonts w:ascii="Arial" w:hAnsi="Arial" w:cs="Arial"/>
          <w:b/>
          <w:sz w:val="20"/>
          <w:szCs w:val="20"/>
        </w:rPr>
        <w:t xml:space="preserve">in die </w:t>
      </w:r>
      <w:r>
        <w:rPr>
          <w:rFonts w:ascii="Arial" w:hAnsi="Arial" w:cs="Arial"/>
          <w:b/>
          <w:sz w:val="20"/>
          <w:szCs w:val="20"/>
        </w:rPr>
        <w:t xml:space="preserve">Sakristei </w:t>
      </w:r>
      <w:r w:rsidR="00B37E92">
        <w:rPr>
          <w:rFonts w:ascii="Arial" w:hAnsi="Arial" w:cs="Arial"/>
          <w:b/>
          <w:sz w:val="20"/>
          <w:szCs w:val="20"/>
        </w:rPr>
        <w:t>ein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="00B37E92">
        <w:rPr>
          <w:rFonts w:ascii="Arial" w:hAnsi="Arial" w:cs="Arial"/>
          <w:b/>
          <w:sz w:val="20"/>
          <w:szCs w:val="20"/>
        </w:rPr>
        <w:t xml:space="preserve">entwendeten </w:t>
      </w:r>
      <w:r>
        <w:rPr>
          <w:rFonts w:ascii="Arial" w:hAnsi="Arial" w:cs="Arial"/>
          <w:b/>
          <w:sz w:val="20"/>
          <w:szCs w:val="20"/>
        </w:rPr>
        <w:t xml:space="preserve">Gegenstände und </w:t>
      </w:r>
      <w:r w:rsidR="00B37E92">
        <w:rPr>
          <w:rFonts w:ascii="Arial" w:hAnsi="Arial" w:cs="Arial"/>
          <w:b/>
          <w:sz w:val="20"/>
          <w:szCs w:val="20"/>
        </w:rPr>
        <w:t xml:space="preserve">verwüsteten </w:t>
      </w:r>
      <w:r w:rsidR="00D072A1">
        <w:rPr>
          <w:rFonts w:ascii="Arial" w:hAnsi="Arial" w:cs="Arial"/>
          <w:b/>
          <w:sz w:val="20"/>
          <w:szCs w:val="20"/>
        </w:rPr>
        <w:t>Räumlichkeiten der Kirche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="00324AF3">
        <w:rPr>
          <w:rFonts w:ascii="Arial" w:hAnsi="Arial" w:cs="Arial"/>
          <w:b/>
          <w:sz w:val="20"/>
          <w:szCs w:val="20"/>
        </w:rPr>
        <w:t>Um diesem Treiben einen Riegel vorzuschieben</w:t>
      </w:r>
      <w:r w:rsidR="006B2BC2">
        <w:rPr>
          <w:rFonts w:ascii="Arial" w:hAnsi="Arial" w:cs="Arial"/>
          <w:b/>
          <w:sz w:val="20"/>
          <w:szCs w:val="20"/>
        </w:rPr>
        <w:t>,</w:t>
      </w:r>
      <w:r w:rsidR="00324AF3">
        <w:rPr>
          <w:rFonts w:ascii="Arial" w:hAnsi="Arial" w:cs="Arial"/>
          <w:b/>
          <w:sz w:val="20"/>
          <w:szCs w:val="20"/>
        </w:rPr>
        <w:t xml:space="preserve"> schützt seit kurzem </w:t>
      </w:r>
      <w:r w:rsidR="00B37E92">
        <w:rPr>
          <w:rFonts w:ascii="Arial" w:hAnsi="Arial" w:cs="Arial"/>
          <w:b/>
          <w:sz w:val="20"/>
          <w:szCs w:val="20"/>
        </w:rPr>
        <w:t xml:space="preserve">eine </w:t>
      </w:r>
      <w:proofErr w:type="spellStart"/>
      <w:r w:rsidR="00B37E92">
        <w:rPr>
          <w:rFonts w:ascii="Arial" w:hAnsi="Arial" w:cs="Arial"/>
          <w:b/>
          <w:sz w:val="20"/>
          <w:szCs w:val="20"/>
        </w:rPr>
        <w:t>Secvest</w:t>
      </w:r>
      <w:proofErr w:type="spellEnd"/>
      <w:r w:rsidR="00B37E92">
        <w:rPr>
          <w:rFonts w:ascii="Arial" w:hAnsi="Arial" w:cs="Arial"/>
          <w:b/>
          <w:sz w:val="20"/>
          <w:szCs w:val="20"/>
        </w:rPr>
        <w:t xml:space="preserve"> Funkalarmanlage von ABUS die Kirche und das angehörige Pfarrhaus. Somit sind die </w:t>
      </w:r>
      <w:r w:rsidR="00410108">
        <w:rPr>
          <w:rFonts w:ascii="Arial" w:hAnsi="Arial" w:cs="Arial"/>
          <w:b/>
          <w:sz w:val="20"/>
          <w:szCs w:val="20"/>
        </w:rPr>
        <w:t>kostbaren sakrale</w:t>
      </w:r>
      <w:r w:rsidR="00B37E92">
        <w:rPr>
          <w:rFonts w:ascii="Arial" w:hAnsi="Arial" w:cs="Arial"/>
          <w:b/>
          <w:sz w:val="20"/>
          <w:szCs w:val="20"/>
        </w:rPr>
        <w:t>n Gegenstände</w:t>
      </w:r>
      <w:r w:rsidR="00410108">
        <w:rPr>
          <w:rFonts w:ascii="Arial" w:hAnsi="Arial" w:cs="Arial"/>
          <w:b/>
          <w:sz w:val="20"/>
          <w:szCs w:val="20"/>
        </w:rPr>
        <w:t xml:space="preserve"> sowie das historische Kirchenhaus</w:t>
      </w:r>
      <w:r w:rsidR="00B37E92">
        <w:rPr>
          <w:rFonts w:ascii="Arial" w:hAnsi="Arial" w:cs="Arial"/>
          <w:b/>
          <w:sz w:val="20"/>
          <w:szCs w:val="20"/>
        </w:rPr>
        <w:t xml:space="preserve"> </w:t>
      </w:r>
      <w:r w:rsidR="00324AF3">
        <w:rPr>
          <w:rFonts w:ascii="Arial" w:hAnsi="Arial" w:cs="Arial"/>
          <w:b/>
          <w:sz w:val="20"/>
          <w:szCs w:val="20"/>
        </w:rPr>
        <w:t xml:space="preserve">nun </w:t>
      </w:r>
      <w:r w:rsidR="00B37E92">
        <w:rPr>
          <w:rFonts w:ascii="Arial" w:hAnsi="Arial" w:cs="Arial"/>
          <w:b/>
          <w:sz w:val="20"/>
          <w:szCs w:val="20"/>
        </w:rPr>
        <w:t xml:space="preserve">vor Vandalismus und Diebstahl gesichert. </w:t>
      </w:r>
    </w:p>
    <w:p w:rsidR="00794E2F" w:rsidRDefault="00EB1C3C" w:rsidP="008831E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Bundesland Nordrhein-Westfalen ist nach Polizeistatistiken b</w:t>
      </w:r>
      <w:r w:rsidR="00C72950">
        <w:rPr>
          <w:rFonts w:ascii="Arial" w:hAnsi="Arial" w:cs="Arial"/>
          <w:sz w:val="20"/>
          <w:szCs w:val="20"/>
        </w:rPr>
        <w:t xml:space="preserve">esonders </w:t>
      </w:r>
      <w:r>
        <w:rPr>
          <w:rFonts w:ascii="Arial" w:hAnsi="Arial" w:cs="Arial"/>
          <w:sz w:val="20"/>
          <w:szCs w:val="20"/>
        </w:rPr>
        <w:t xml:space="preserve">von steigenden Einbruchszahlen </w:t>
      </w:r>
      <w:r w:rsidR="00C72950">
        <w:rPr>
          <w:rFonts w:ascii="Arial" w:hAnsi="Arial" w:cs="Arial"/>
          <w:sz w:val="20"/>
          <w:szCs w:val="20"/>
        </w:rPr>
        <w:t>betroffen</w:t>
      </w:r>
      <w:r>
        <w:rPr>
          <w:rFonts w:ascii="Arial" w:hAnsi="Arial" w:cs="Arial"/>
          <w:sz w:val="20"/>
          <w:szCs w:val="20"/>
        </w:rPr>
        <w:t>. In den letzten Jahren hat dabei s</w:t>
      </w:r>
      <w:r w:rsidR="00794E2F">
        <w:rPr>
          <w:rFonts w:ascii="Arial" w:hAnsi="Arial" w:cs="Arial"/>
          <w:sz w:val="20"/>
          <w:szCs w:val="20"/>
        </w:rPr>
        <w:t xml:space="preserve">owohl die </w:t>
      </w:r>
      <w:r>
        <w:rPr>
          <w:rFonts w:ascii="Arial" w:hAnsi="Arial" w:cs="Arial"/>
          <w:sz w:val="20"/>
          <w:szCs w:val="20"/>
        </w:rPr>
        <w:t>Gerissenheit</w:t>
      </w:r>
      <w:r w:rsidR="00794E2F">
        <w:rPr>
          <w:rFonts w:ascii="Arial" w:hAnsi="Arial" w:cs="Arial"/>
          <w:sz w:val="20"/>
          <w:szCs w:val="20"/>
        </w:rPr>
        <w:t xml:space="preserve"> als auch die </w:t>
      </w:r>
      <w:r w:rsidR="00511B11">
        <w:rPr>
          <w:rFonts w:ascii="Arial" w:hAnsi="Arial" w:cs="Arial"/>
          <w:sz w:val="20"/>
          <w:szCs w:val="20"/>
        </w:rPr>
        <w:t>Skrupellosigkeit</w:t>
      </w:r>
      <w:r w:rsidR="00794E2F">
        <w:rPr>
          <w:rFonts w:ascii="Arial" w:hAnsi="Arial" w:cs="Arial"/>
          <w:sz w:val="20"/>
          <w:szCs w:val="20"/>
        </w:rPr>
        <w:t xml:space="preserve"> der </w:t>
      </w:r>
      <w:r>
        <w:rPr>
          <w:rFonts w:ascii="Arial" w:hAnsi="Arial" w:cs="Arial"/>
          <w:sz w:val="20"/>
          <w:szCs w:val="20"/>
        </w:rPr>
        <w:t>Verbrecherbanden</w:t>
      </w:r>
      <w:r w:rsidR="00794E2F">
        <w:rPr>
          <w:rFonts w:ascii="Arial" w:hAnsi="Arial" w:cs="Arial"/>
          <w:sz w:val="20"/>
          <w:szCs w:val="20"/>
        </w:rPr>
        <w:t xml:space="preserve"> zugenommen. Ein Beispiel für diese Entwicklung sind die Einbrüche bei der</w:t>
      </w:r>
      <w:r w:rsidR="004C5B15">
        <w:rPr>
          <w:rFonts w:ascii="Arial" w:hAnsi="Arial" w:cs="Arial"/>
          <w:sz w:val="20"/>
          <w:szCs w:val="20"/>
        </w:rPr>
        <w:t xml:space="preserve"> St. Nikolaus Kirche</w:t>
      </w:r>
      <w:r w:rsidR="00F6258E">
        <w:rPr>
          <w:rFonts w:ascii="Arial" w:hAnsi="Arial" w:cs="Arial"/>
          <w:sz w:val="20"/>
          <w:szCs w:val="20"/>
        </w:rPr>
        <w:t>.</w:t>
      </w:r>
      <w:r w:rsidR="009B7415">
        <w:rPr>
          <w:rFonts w:ascii="Arial" w:hAnsi="Arial" w:cs="Arial"/>
          <w:sz w:val="20"/>
          <w:szCs w:val="20"/>
        </w:rPr>
        <w:t xml:space="preserve"> </w:t>
      </w:r>
      <w:r w:rsidR="00116530">
        <w:rPr>
          <w:rFonts w:ascii="Arial" w:hAnsi="Arial" w:cs="Arial"/>
          <w:sz w:val="20"/>
          <w:szCs w:val="20"/>
        </w:rPr>
        <w:t xml:space="preserve">Nach dem zweiten </w:t>
      </w:r>
      <w:r w:rsidR="00214904">
        <w:rPr>
          <w:rFonts w:ascii="Arial" w:hAnsi="Arial" w:cs="Arial"/>
          <w:sz w:val="20"/>
          <w:szCs w:val="20"/>
        </w:rPr>
        <w:t>Vorfall</w:t>
      </w:r>
      <w:r w:rsidR="00116530">
        <w:rPr>
          <w:rFonts w:ascii="Arial" w:hAnsi="Arial" w:cs="Arial"/>
          <w:sz w:val="20"/>
          <w:szCs w:val="20"/>
        </w:rPr>
        <w:t xml:space="preserve"> dieser Art entschied</w:t>
      </w:r>
      <w:r w:rsidR="007F2FFE">
        <w:rPr>
          <w:rFonts w:ascii="Arial" w:hAnsi="Arial" w:cs="Arial"/>
          <w:sz w:val="20"/>
          <w:szCs w:val="20"/>
        </w:rPr>
        <w:t xml:space="preserve"> der Kirchenvorstand</w:t>
      </w:r>
      <w:r w:rsidR="00116530">
        <w:rPr>
          <w:rFonts w:ascii="Arial" w:hAnsi="Arial" w:cs="Arial"/>
          <w:sz w:val="20"/>
          <w:szCs w:val="20"/>
        </w:rPr>
        <w:t>, die Kirche und das anlie</w:t>
      </w:r>
      <w:r w:rsidR="007D693B">
        <w:rPr>
          <w:rFonts w:ascii="Arial" w:hAnsi="Arial" w:cs="Arial"/>
          <w:sz w:val="20"/>
          <w:szCs w:val="20"/>
        </w:rPr>
        <w:t>gende Pfarrhaus mit Alarm</w:t>
      </w:r>
      <w:r w:rsidR="00116530">
        <w:rPr>
          <w:rFonts w:ascii="Arial" w:hAnsi="Arial" w:cs="Arial"/>
          <w:sz w:val="20"/>
          <w:szCs w:val="20"/>
        </w:rPr>
        <w:t xml:space="preserve">technik abzusichern. </w:t>
      </w:r>
      <w:r w:rsidR="008831E7">
        <w:rPr>
          <w:rFonts w:ascii="Arial" w:hAnsi="Arial" w:cs="Arial"/>
          <w:sz w:val="20"/>
          <w:szCs w:val="20"/>
        </w:rPr>
        <w:t xml:space="preserve">Das Kirchenschiff </w:t>
      </w:r>
      <w:r w:rsidR="00511B11">
        <w:rPr>
          <w:rFonts w:ascii="Arial" w:hAnsi="Arial" w:cs="Arial"/>
          <w:sz w:val="20"/>
          <w:szCs w:val="20"/>
        </w:rPr>
        <w:t>wurde</w:t>
      </w:r>
      <w:r w:rsidR="00116530">
        <w:rPr>
          <w:rFonts w:ascii="Arial" w:hAnsi="Arial" w:cs="Arial"/>
          <w:sz w:val="20"/>
          <w:szCs w:val="20"/>
        </w:rPr>
        <w:t xml:space="preserve"> dabei</w:t>
      </w:r>
      <w:r w:rsidR="007D693B">
        <w:rPr>
          <w:rFonts w:ascii="Arial" w:hAnsi="Arial" w:cs="Arial"/>
          <w:sz w:val="20"/>
          <w:szCs w:val="20"/>
        </w:rPr>
        <w:t xml:space="preserve"> mit </w:t>
      </w:r>
      <w:r w:rsidR="00511B11">
        <w:rPr>
          <w:rFonts w:ascii="Arial" w:hAnsi="Arial" w:cs="Arial"/>
          <w:sz w:val="20"/>
          <w:szCs w:val="20"/>
        </w:rPr>
        <w:t xml:space="preserve">einem </w:t>
      </w:r>
      <w:proofErr w:type="spellStart"/>
      <w:r w:rsidR="00511B11">
        <w:rPr>
          <w:rFonts w:ascii="Arial" w:hAnsi="Arial" w:cs="Arial"/>
          <w:sz w:val="20"/>
          <w:szCs w:val="20"/>
        </w:rPr>
        <w:t>Perimeterschutz</w:t>
      </w:r>
      <w:proofErr w:type="spellEnd"/>
      <w:r w:rsidR="00511B11">
        <w:rPr>
          <w:rFonts w:ascii="Arial" w:hAnsi="Arial" w:cs="Arial"/>
          <w:sz w:val="20"/>
          <w:szCs w:val="20"/>
        </w:rPr>
        <w:t xml:space="preserve"> </w:t>
      </w:r>
      <w:r w:rsidR="00116530">
        <w:rPr>
          <w:rFonts w:ascii="Arial" w:hAnsi="Arial" w:cs="Arial"/>
          <w:sz w:val="20"/>
          <w:szCs w:val="20"/>
        </w:rPr>
        <w:t>ausgestattet</w:t>
      </w:r>
      <w:r w:rsidR="008831E7">
        <w:rPr>
          <w:rFonts w:ascii="Arial" w:hAnsi="Arial" w:cs="Arial"/>
          <w:sz w:val="20"/>
          <w:szCs w:val="20"/>
        </w:rPr>
        <w:t>, sodass der Aufenthalt unbefugter Personen nach Abschluss des Kirchenraums</w:t>
      </w:r>
      <w:r w:rsidR="007F2FFE">
        <w:rPr>
          <w:rFonts w:ascii="Arial" w:hAnsi="Arial" w:cs="Arial"/>
          <w:sz w:val="20"/>
          <w:szCs w:val="20"/>
        </w:rPr>
        <w:t xml:space="preserve"> sofort von der Alarmanlage gemeldet wird</w:t>
      </w:r>
      <w:r w:rsidR="008831E7">
        <w:rPr>
          <w:rFonts w:ascii="Arial" w:hAnsi="Arial" w:cs="Arial"/>
          <w:sz w:val="20"/>
          <w:szCs w:val="20"/>
        </w:rPr>
        <w:t xml:space="preserve">. </w:t>
      </w:r>
    </w:p>
    <w:p w:rsidR="008831E7" w:rsidRDefault="00214904" w:rsidP="008831E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Absicherung eines so </w:t>
      </w:r>
      <w:r w:rsidR="007D693B">
        <w:rPr>
          <w:rFonts w:ascii="Arial" w:hAnsi="Arial" w:cs="Arial"/>
          <w:sz w:val="20"/>
          <w:szCs w:val="20"/>
        </w:rPr>
        <w:t>historischen</w:t>
      </w:r>
      <w:r>
        <w:rPr>
          <w:rFonts w:ascii="Arial" w:hAnsi="Arial" w:cs="Arial"/>
          <w:sz w:val="20"/>
          <w:szCs w:val="20"/>
        </w:rPr>
        <w:t xml:space="preserve"> Obje</w:t>
      </w:r>
      <w:r w:rsidR="00A45195">
        <w:rPr>
          <w:rFonts w:ascii="Arial" w:hAnsi="Arial" w:cs="Arial"/>
          <w:sz w:val="20"/>
          <w:szCs w:val="20"/>
        </w:rPr>
        <w:t>ktes erfordert</w:t>
      </w:r>
      <w:r>
        <w:rPr>
          <w:rFonts w:ascii="Arial" w:hAnsi="Arial" w:cs="Arial"/>
          <w:sz w:val="20"/>
          <w:szCs w:val="20"/>
        </w:rPr>
        <w:t xml:space="preserve"> eine professionelle Beratung, weshalb sich</w:t>
      </w:r>
      <w:r w:rsidR="00823971">
        <w:rPr>
          <w:rFonts w:ascii="Arial" w:hAnsi="Arial" w:cs="Arial"/>
          <w:sz w:val="20"/>
          <w:szCs w:val="20"/>
        </w:rPr>
        <w:t xml:space="preserve"> die</w:t>
      </w:r>
      <w:r>
        <w:rPr>
          <w:rFonts w:ascii="Arial" w:hAnsi="Arial" w:cs="Arial"/>
          <w:sz w:val="20"/>
          <w:szCs w:val="20"/>
        </w:rPr>
        <w:t xml:space="preserve"> </w:t>
      </w:r>
      <w:r w:rsidR="00924198">
        <w:rPr>
          <w:rFonts w:ascii="Arial" w:hAnsi="Arial" w:cs="Arial"/>
          <w:sz w:val="20"/>
          <w:szCs w:val="20"/>
        </w:rPr>
        <w:t>Verwaltungsleiterin</w:t>
      </w:r>
      <w:r w:rsidR="00823971">
        <w:rPr>
          <w:rFonts w:ascii="Arial" w:hAnsi="Arial" w:cs="Arial"/>
          <w:sz w:val="20"/>
          <w:szCs w:val="20"/>
        </w:rPr>
        <w:t xml:space="preserve"> </w:t>
      </w:r>
      <w:r w:rsidR="008667E9">
        <w:rPr>
          <w:rFonts w:ascii="Arial" w:hAnsi="Arial" w:cs="Arial"/>
          <w:sz w:val="20"/>
          <w:szCs w:val="20"/>
        </w:rPr>
        <w:t xml:space="preserve">Claudia </w:t>
      </w:r>
      <w:proofErr w:type="spellStart"/>
      <w:r w:rsidR="008667E9">
        <w:rPr>
          <w:rFonts w:ascii="Arial" w:hAnsi="Arial" w:cs="Arial"/>
          <w:sz w:val="20"/>
          <w:szCs w:val="20"/>
        </w:rPr>
        <w:t>Mauerhöfer</w:t>
      </w:r>
      <w:proofErr w:type="spellEnd"/>
      <w:r w:rsidR="008667E9">
        <w:rPr>
          <w:rFonts w:ascii="Arial" w:hAnsi="Arial" w:cs="Arial"/>
          <w:sz w:val="20"/>
          <w:szCs w:val="20"/>
        </w:rPr>
        <w:t xml:space="preserve"> und </w:t>
      </w:r>
      <w:r w:rsidR="000D0AB0">
        <w:rPr>
          <w:rFonts w:ascii="Arial" w:hAnsi="Arial" w:cs="Arial"/>
          <w:sz w:val="20"/>
          <w:szCs w:val="20"/>
        </w:rPr>
        <w:t xml:space="preserve">Kirchenvorstandsmitglied Klaus Nocke </w:t>
      </w:r>
      <w:r>
        <w:rPr>
          <w:rFonts w:ascii="Arial" w:hAnsi="Arial" w:cs="Arial"/>
          <w:sz w:val="20"/>
          <w:szCs w:val="20"/>
        </w:rPr>
        <w:t>an</w:t>
      </w:r>
      <w:r w:rsidR="007D693B">
        <w:rPr>
          <w:rFonts w:ascii="Arial" w:hAnsi="Arial" w:cs="Arial"/>
          <w:sz w:val="20"/>
          <w:szCs w:val="20"/>
        </w:rPr>
        <w:t xml:space="preserve"> Andreas Homann</w:t>
      </w:r>
      <w:r w:rsidR="000D0AB0">
        <w:rPr>
          <w:rFonts w:ascii="Arial" w:hAnsi="Arial" w:cs="Arial"/>
          <w:sz w:val="20"/>
          <w:szCs w:val="20"/>
        </w:rPr>
        <w:t xml:space="preserve"> von der </w:t>
      </w:r>
      <w:r>
        <w:rPr>
          <w:rFonts w:ascii="Arial" w:hAnsi="Arial" w:cs="Arial"/>
          <w:sz w:val="20"/>
          <w:szCs w:val="20"/>
        </w:rPr>
        <w:t>Firma HST Sicherheitstechnik in Essen wandte</w:t>
      </w:r>
      <w:r w:rsidR="008667E9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.</w:t>
      </w:r>
      <w:r w:rsidR="007D693B">
        <w:rPr>
          <w:rFonts w:ascii="Arial" w:hAnsi="Arial" w:cs="Arial"/>
          <w:sz w:val="20"/>
          <w:szCs w:val="20"/>
        </w:rPr>
        <w:t xml:space="preserve"> Der Fachmann entschied sich angesichts der hohen zu schützenden </w:t>
      </w:r>
      <w:r w:rsidR="00882CE6">
        <w:rPr>
          <w:rFonts w:ascii="Arial" w:hAnsi="Arial" w:cs="Arial"/>
          <w:sz w:val="20"/>
          <w:szCs w:val="20"/>
        </w:rPr>
        <w:t>geistigen und materiellen W</w:t>
      </w:r>
      <w:r w:rsidR="007D693B">
        <w:rPr>
          <w:rFonts w:ascii="Arial" w:hAnsi="Arial" w:cs="Arial"/>
          <w:sz w:val="20"/>
          <w:szCs w:val="20"/>
        </w:rPr>
        <w:t xml:space="preserve">erte </w:t>
      </w:r>
      <w:r w:rsidR="00A45195">
        <w:rPr>
          <w:rFonts w:ascii="Arial" w:hAnsi="Arial" w:cs="Arial"/>
          <w:sz w:val="20"/>
          <w:szCs w:val="20"/>
        </w:rPr>
        <w:t xml:space="preserve">für </w:t>
      </w:r>
      <w:r w:rsidR="00882CE6">
        <w:rPr>
          <w:rFonts w:ascii="Arial" w:hAnsi="Arial" w:cs="Arial"/>
          <w:sz w:val="20"/>
          <w:szCs w:val="20"/>
        </w:rPr>
        <w:t>die</w:t>
      </w:r>
      <w:r w:rsidR="007D69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D693B">
        <w:rPr>
          <w:rFonts w:ascii="Arial" w:hAnsi="Arial" w:cs="Arial"/>
          <w:sz w:val="20"/>
          <w:szCs w:val="20"/>
        </w:rPr>
        <w:t>Secvest</w:t>
      </w:r>
      <w:proofErr w:type="spellEnd"/>
      <w:r w:rsidR="007D693B">
        <w:rPr>
          <w:rFonts w:ascii="Arial" w:hAnsi="Arial" w:cs="Arial"/>
          <w:sz w:val="20"/>
          <w:szCs w:val="20"/>
        </w:rPr>
        <w:t xml:space="preserve"> Funkalarmanlage von ABUS</w:t>
      </w:r>
      <w:r w:rsidR="00324AF3">
        <w:rPr>
          <w:rFonts w:ascii="Arial" w:hAnsi="Arial" w:cs="Arial"/>
          <w:sz w:val="20"/>
          <w:szCs w:val="20"/>
        </w:rPr>
        <w:t xml:space="preserve">, ausgezeichnet mit dem Goldenen </w:t>
      </w:r>
      <w:proofErr w:type="spellStart"/>
      <w:r w:rsidR="00324AF3">
        <w:rPr>
          <w:rFonts w:ascii="Arial" w:hAnsi="Arial" w:cs="Arial"/>
          <w:sz w:val="20"/>
          <w:szCs w:val="20"/>
        </w:rPr>
        <w:t>Protector</w:t>
      </w:r>
      <w:proofErr w:type="spellEnd"/>
      <w:r w:rsidR="00324AF3">
        <w:rPr>
          <w:rFonts w:ascii="Arial" w:hAnsi="Arial" w:cs="Arial"/>
          <w:sz w:val="20"/>
          <w:szCs w:val="20"/>
        </w:rPr>
        <w:t xml:space="preserve"> 2016 als Beste Alarmanlage</w:t>
      </w:r>
      <w:r w:rsidR="007D693B">
        <w:rPr>
          <w:rFonts w:ascii="Arial" w:hAnsi="Arial" w:cs="Arial"/>
          <w:sz w:val="20"/>
          <w:szCs w:val="20"/>
        </w:rPr>
        <w:t>.</w:t>
      </w:r>
    </w:p>
    <w:p w:rsidR="000D0AB0" w:rsidRDefault="000D0AB0" w:rsidP="0046749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</w:p>
    <w:p w:rsidR="009B7415" w:rsidRPr="009B7415" w:rsidRDefault="009B7415" w:rsidP="00E53C5F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 w:rsidRPr="00E53C5F">
        <w:rPr>
          <w:rFonts w:ascii="Arial" w:hAnsi="Arial" w:cs="Arial"/>
          <w:b/>
          <w:sz w:val="20"/>
          <w:szCs w:val="20"/>
        </w:rPr>
        <w:lastRenderedPageBreak/>
        <w:t xml:space="preserve">Zuverlässiger </w:t>
      </w:r>
      <w:proofErr w:type="spellStart"/>
      <w:r w:rsidRPr="00E53C5F">
        <w:rPr>
          <w:rFonts w:ascii="Arial" w:hAnsi="Arial" w:cs="Arial"/>
          <w:b/>
          <w:sz w:val="20"/>
          <w:szCs w:val="20"/>
        </w:rPr>
        <w:t>Perime</w:t>
      </w:r>
      <w:r>
        <w:rPr>
          <w:rFonts w:ascii="Arial" w:hAnsi="Arial" w:cs="Arial"/>
          <w:b/>
          <w:sz w:val="20"/>
          <w:szCs w:val="20"/>
        </w:rPr>
        <w:t>terschutz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durch </w:t>
      </w:r>
      <w:r w:rsidR="00882CE6">
        <w:rPr>
          <w:rFonts w:ascii="Arial" w:hAnsi="Arial" w:cs="Arial"/>
          <w:b/>
          <w:sz w:val="20"/>
          <w:szCs w:val="20"/>
        </w:rPr>
        <w:t xml:space="preserve">ABUS </w:t>
      </w:r>
      <w:r w:rsidR="00A956CE">
        <w:rPr>
          <w:rFonts w:ascii="Arial" w:hAnsi="Arial" w:cs="Arial"/>
          <w:b/>
          <w:sz w:val="20"/>
          <w:szCs w:val="20"/>
        </w:rPr>
        <w:t>Funk-</w:t>
      </w:r>
      <w:r>
        <w:rPr>
          <w:rFonts w:ascii="Arial" w:hAnsi="Arial" w:cs="Arial"/>
          <w:b/>
          <w:sz w:val="20"/>
          <w:szCs w:val="20"/>
        </w:rPr>
        <w:t>Bewegungsmelder</w:t>
      </w:r>
    </w:p>
    <w:p w:rsidR="009B7415" w:rsidRDefault="000D36DD" w:rsidP="00E53C5F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</w:t>
      </w:r>
      <w:r w:rsidR="009B7415" w:rsidRPr="00951D9C">
        <w:rPr>
          <w:rFonts w:ascii="Arial" w:hAnsi="Arial" w:cs="Arial"/>
          <w:sz w:val="20"/>
          <w:szCs w:val="20"/>
        </w:rPr>
        <w:t xml:space="preserve"> </w:t>
      </w:r>
      <w:r w:rsidR="006F440B">
        <w:rPr>
          <w:rFonts w:ascii="Arial" w:hAnsi="Arial" w:cs="Arial"/>
          <w:sz w:val="20"/>
          <w:szCs w:val="20"/>
        </w:rPr>
        <w:t>Kirchenraum</w:t>
      </w:r>
      <w:r w:rsidR="009B7415">
        <w:rPr>
          <w:rFonts w:ascii="Arial" w:hAnsi="Arial" w:cs="Arial"/>
          <w:sz w:val="20"/>
          <w:szCs w:val="20"/>
        </w:rPr>
        <w:t xml:space="preserve"> </w:t>
      </w:r>
      <w:r w:rsidR="001E6267">
        <w:rPr>
          <w:rFonts w:ascii="Arial" w:hAnsi="Arial" w:cs="Arial"/>
          <w:sz w:val="20"/>
          <w:szCs w:val="20"/>
        </w:rPr>
        <w:t xml:space="preserve">und die Sakristei </w:t>
      </w:r>
      <w:r w:rsidR="006F440B">
        <w:rPr>
          <w:rFonts w:ascii="Arial" w:hAnsi="Arial" w:cs="Arial"/>
          <w:sz w:val="20"/>
          <w:szCs w:val="20"/>
        </w:rPr>
        <w:t xml:space="preserve">der St. Nikolaus Kirche </w:t>
      </w:r>
      <w:r>
        <w:rPr>
          <w:rFonts w:ascii="Arial" w:hAnsi="Arial" w:cs="Arial"/>
          <w:sz w:val="20"/>
          <w:szCs w:val="20"/>
        </w:rPr>
        <w:t>sind mit mehreren Funk-Bewegungsmeldern abgesichert</w:t>
      </w:r>
      <w:r w:rsidR="001E626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Nach Scharfschaltung der Alarmanlage löst jede Bewegung im Kirchenraum zuverlässig einen Alarm au</w:t>
      </w:r>
      <w:r w:rsidR="00894637">
        <w:rPr>
          <w:rFonts w:ascii="Arial" w:hAnsi="Arial" w:cs="Arial"/>
          <w:sz w:val="20"/>
          <w:szCs w:val="20"/>
        </w:rPr>
        <w:t>s und warnt somit bei unbefugtem</w:t>
      </w:r>
      <w:r>
        <w:rPr>
          <w:rFonts w:ascii="Arial" w:hAnsi="Arial" w:cs="Arial"/>
          <w:sz w:val="20"/>
          <w:szCs w:val="20"/>
        </w:rPr>
        <w:t xml:space="preserve"> Personenzutritt. </w:t>
      </w:r>
      <w:r w:rsidR="009B7415">
        <w:rPr>
          <w:rFonts w:ascii="Arial" w:hAnsi="Arial" w:cs="Arial"/>
          <w:sz w:val="20"/>
          <w:szCs w:val="20"/>
        </w:rPr>
        <w:t xml:space="preserve">Um </w:t>
      </w:r>
      <w:r w:rsidR="00511B11">
        <w:rPr>
          <w:rFonts w:ascii="Arial" w:hAnsi="Arial" w:cs="Arial"/>
          <w:sz w:val="20"/>
          <w:szCs w:val="20"/>
        </w:rPr>
        <w:t xml:space="preserve">das gesamte Kirchenschiff </w:t>
      </w:r>
      <w:r w:rsidR="00BE3AF9">
        <w:rPr>
          <w:rFonts w:ascii="Arial" w:hAnsi="Arial" w:cs="Arial"/>
          <w:sz w:val="20"/>
          <w:szCs w:val="20"/>
        </w:rPr>
        <w:t>zu erfassen,</w:t>
      </w:r>
      <w:r w:rsidR="009B7415">
        <w:rPr>
          <w:rFonts w:ascii="Arial" w:hAnsi="Arial" w:cs="Arial"/>
          <w:sz w:val="20"/>
          <w:szCs w:val="20"/>
        </w:rPr>
        <w:t xml:space="preserve"> wurden </w:t>
      </w:r>
      <w:r w:rsidR="00BE3AF9">
        <w:rPr>
          <w:rFonts w:ascii="Arial" w:hAnsi="Arial" w:cs="Arial"/>
          <w:sz w:val="20"/>
          <w:szCs w:val="20"/>
        </w:rPr>
        <w:t>Funk-</w:t>
      </w:r>
      <w:r w:rsidR="009B7415">
        <w:rPr>
          <w:rFonts w:ascii="Arial" w:hAnsi="Arial" w:cs="Arial"/>
          <w:sz w:val="20"/>
          <w:szCs w:val="20"/>
        </w:rPr>
        <w:t xml:space="preserve">Außenbewegungsmelder eingesetzt, die eine Reichweite </w:t>
      </w:r>
      <w:r w:rsidR="006F440B">
        <w:rPr>
          <w:rFonts w:ascii="Arial" w:hAnsi="Arial" w:cs="Arial"/>
          <w:sz w:val="20"/>
          <w:szCs w:val="20"/>
        </w:rPr>
        <w:t xml:space="preserve">von </w:t>
      </w:r>
      <w:r w:rsidR="00BE3AF9">
        <w:rPr>
          <w:rFonts w:ascii="Arial" w:hAnsi="Arial" w:cs="Arial"/>
          <w:sz w:val="20"/>
          <w:szCs w:val="20"/>
        </w:rPr>
        <w:t>bis zu 3</w:t>
      </w:r>
      <w:r w:rsidR="009B7415">
        <w:rPr>
          <w:rFonts w:ascii="Arial" w:hAnsi="Arial" w:cs="Arial"/>
          <w:sz w:val="20"/>
          <w:szCs w:val="20"/>
        </w:rPr>
        <w:t xml:space="preserve">0 m </w:t>
      </w:r>
      <w:r w:rsidR="005161F8">
        <w:rPr>
          <w:rFonts w:ascii="Arial" w:hAnsi="Arial" w:cs="Arial"/>
          <w:sz w:val="20"/>
          <w:szCs w:val="20"/>
        </w:rPr>
        <w:t>besitzen</w:t>
      </w:r>
      <w:r w:rsidR="009B741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5161F8">
        <w:rPr>
          <w:rFonts w:ascii="Arial" w:hAnsi="Arial" w:cs="Arial"/>
          <w:sz w:val="20"/>
          <w:szCs w:val="20"/>
        </w:rPr>
        <w:t>In ihrem schlichten</w:t>
      </w:r>
      <w:r w:rsidR="00BE3AF9">
        <w:rPr>
          <w:rFonts w:ascii="Arial" w:hAnsi="Arial" w:cs="Arial"/>
          <w:sz w:val="20"/>
          <w:szCs w:val="20"/>
        </w:rPr>
        <w:t>, unauffälligen</w:t>
      </w:r>
      <w:r w:rsidR="005161F8">
        <w:rPr>
          <w:rFonts w:ascii="Arial" w:hAnsi="Arial" w:cs="Arial"/>
          <w:sz w:val="20"/>
          <w:szCs w:val="20"/>
        </w:rPr>
        <w:t xml:space="preserve"> Design fügen sich die beiden prominent vor dem Altarraum platzierten </w:t>
      </w:r>
      <w:r w:rsidR="00BE3AF9">
        <w:rPr>
          <w:rFonts w:ascii="Arial" w:hAnsi="Arial" w:cs="Arial"/>
          <w:sz w:val="20"/>
          <w:szCs w:val="20"/>
        </w:rPr>
        <w:t>Außenb</w:t>
      </w:r>
      <w:r w:rsidR="005161F8">
        <w:rPr>
          <w:rFonts w:ascii="Arial" w:hAnsi="Arial" w:cs="Arial"/>
          <w:sz w:val="20"/>
          <w:szCs w:val="20"/>
        </w:rPr>
        <w:t>ewegungsmelder schlüssig in das Bild der Kirche</w:t>
      </w:r>
      <w:r w:rsidR="00BE3AF9">
        <w:rPr>
          <w:rFonts w:ascii="Arial" w:hAnsi="Arial" w:cs="Arial"/>
          <w:sz w:val="20"/>
          <w:szCs w:val="20"/>
        </w:rPr>
        <w:t xml:space="preserve"> und sorgen für eine zuverlässige </w:t>
      </w:r>
      <w:proofErr w:type="spellStart"/>
      <w:r w:rsidR="00BE3AF9">
        <w:rPr>
          <w:rFonts w:ascii="Arial" w:hAnsi="Arial" w:cs="Arial"/>
          <w:sz w:val="20"/>
          <w:szCs w:val="20"/>
        </w:rPr>
        <w:t>Perimeterüberwachung</w:t>
      </w:r>
      <w:proofErr w:type="spellEnd"/>
      <w:r w:rsidR="005161F8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6D3478" w:rsidRPr="006D3478" w:rsidRDefault="006D3478" w:rsidP="0046749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 w:rsidRPr="006D3478">
        <w:rPr>
          <w:rFonts w:ascii="Arial" w:hAnsi="Arial" w:cs="Arial"/>
          <w:b/>
          <w:sz w:val="20"/>
          <w:szCs w:val="20"/>
        </w:rPr>
        <w:t>Schnelle Installation und Inbetriebnahme</w:t>
      </w:r>
    </w:p>
    <w:p w:rsidR="000D0AB0" w:rsidRDefault="00C71CE8" w:rsidP="000D0AB0">
      <w:pPr>
        <w:widowControl w:val="0"/>
        <w:spacing w:after="240" w:line="360" w:lineRule="auto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Durch das intelligente Platzieren eines Funk-Universalmoduls von ABUS ließ sich der weitläufige Kirchenraum – trotz dicker Sandsteinmauern – zuverlässig abdecken. </w:t>
      </w:r>
      <w:r w:rsidR="006F440B">
        <w:rPr>
          <w:rFonts w:ascii="Arial" w:hAnsi="Arial" w:cs="Arial"/>
          <w:sz w:val="20"/>
          <w:szCs w:val="20"/>
        </w:rPr>
        <w:t>Die Funkmessung,</w:t>
      </w:r>
      <w:r w:rsidR="005161F8">
        <w:rPr>
          <w:rFonts w:ascii="Arial" w:hAnsi="Arial" w:cs="Arial"/>
          <w:sz w:val="20"/>
          <w:szCs w:val="20"/>
        </w:rPr>
        <w:t xml:space="preserve"> Installation und </w:t>
      </w:r>
      <w:r w:rsidR="001E6267">
        <w:rPr>
          <w:rFonts w:ascii="Arial" w:hAnsi="Arial" w:cs="Arial"/>
          <w:sz w:val="20"/>
          <w:szCs w:val="20"/>
        </w:rPr>
        <w:t xml:space="preserve">das </w:t>
      </w:r>
      <w:r w:rsidR="005161F8">
        <w:rPr>
          <w:rFonts w:ascii="Arial" w:hAnsi="Arial" w:cs="Arial"/>
          <w:sz w:val="20"/>
          <w:szCs w:val="20"/>
        </w:rPr>
        <w:t xml:space="preserve">Einlernen der verschiedenen Komponenten </w:t>
      </w:r>
      <w:r w:rsidR="00787451">
        <w:rPr>
          <w:rFonts w:ascii="Arial" w:hAnsi="Arial" w:cs="Arial"/>
          <w:sz w:val="20"/>
          <w:szCs w:val="20"/>
        </w:rPr>
        <w:t xml:space="preserve">im August </w:t>
      </w:r>
      <w:r w:rsidR="00F6258E">
        <w:rPr>
          <w:rFonts w:ascii="Arial" w:hAnsi="Arial" w:cs="Arial"/>
          <w:sz w:val="20"/>
          <w:szCs w:val="20"/>
        </w:rPr>
        <w:t xml:space="preserve">2016 </w:t>
      </w:r>
      <w:r w:rsidR="00787451">
        <w:rPr>
          <w:rFonts w:ascii="Arial" w:hAnsi="Arial" w:cs="Arial"/>
          <w:sz w:val="20"/>
          <w:szCs w:val="20"/>
        </w:rPr>
        <w:t>ging zügig voran</w:t>
      </w:r>
      <w:r w:rsidR="00456AD5">
        <w:rPr>
          <w:rFonts w:ascii="Arial" w:hAnsi="Arial" w:cs="Arial"/>
          <w:sz w:val="20"/>
          <w:szCs w:val="20"/>
        </w:rPr>
        <w:t>.</w:t>
      </w:r>
      <w:r w:rsidR="00F6258E">
        <w:rPr>
          <w:rFonts w:ascii="Arial" w:hAnsi="Arial" w:cs="Arial"/>
          <w:sz w:val="20"/>
          <w:szCs w:val="20"/>
        </w:rPr>
        <w:t xml:space="preserve"> </w:t>
      </w:r>
      <w:r w:rsidR="00FB7A63">
        <w:rPr>
          <w:rFonts w:ascii="Arial" w:hAnsi="Arial" w:cs="Arial"/>
          <w:sz w:val="20"/>
          <w:szCs w:val="20"/>
        </w:rPr>
        <w:t>„</w:t>
      </w:r>
      <w:r w:rsidR="00787451">
        <w:rPr>
          <w:rFonts w:ascii="Arial" w:hAnsi="Arial" w:cs="Arial"/>
          <w:sz w:val="20"/>
          <w:szCs w:val="20"/>
        </w:rPr>
        <w:t>I</w:t>
      </w:r>
      <w:r w:rsidR="00FB7A63">
        <w:rPr>
          <w:rFonts w:ascii="Arial" w:hAnsi="Arial" w:cs="Arial"/>
          <w:sz w:val="20"/>
          <w:szCs w:val="20"/>
        </w:rPr>
        <w:t xml:space="preserve">nnerhalb weniger Tage war die Alarmanlage installiert und eingerichtet“, erinnert sich </w:t>
      </w:r>
      <w:r w:rsidR="00787451">
        <w:rPr>
          <w:rFonts w:ascii="Arial" w:hAnsi="Arial" w:cs="Arial"/>
          <w:sz w:val="20"/>
          <w:szCs w:val="20"/>
        </w:rPr>
        <w:t>Kirchenvorstand</w:t>
      </w:r>
      <w:r w:rsidR="007B1B39">
        <w:rPr>
          <w:rFonts w:ascii="Arial" w:hAnsi="Arial" w:cs="Arial"/>
          <w:sz w:val="20"/>
          <w:szCs w:val="20"/>
        </w:rPr>
        <w:t>smitglied</w:t>
      </w:r>
      <w:r w:rsidR="00787451">
        <w:rPr>
          <w:rFonts w:ascii="Arial" w:hAnsi="Arial" w:cs="Arial"/>
          <w:sz w:val="20"/>
          <w:szCs w:val="20"/>
        </w:rPr>
        <w:t xml:space="preserve"> </w:t>
      </w:r>
      <w:r w:rsidR="00FB7A63">
        <w:rPr>
          <w:rFonts w:ascii="Arial" w:hAnsi="Arial" w:cs="Arial"/>
          <w:sz w:val="20"/>
          <w:szCs w:val="20"/>
        </w:rPr>
        <w:t>Nocke.</w:t>
      </w:r>
      <w:r w:rsidR="009B7415">
        <w:rPr>
          <w:rFonts w:ascii="Arial" w:hAnsi="Arial" w:cs="Arial"/>
          <w:sz w:val="20"/>
          <w:szCs w:val="20"/>
        </w:rPr>
        <w:t xml:space="preserve"> </w:t>
      </w:r>
      <w:r w:rsidR="00C51030">
        <w:rPr>
          <w:rFonts w:ascii="Arial" w:hAnsi="Arial" w:cs="Arial"/>
          <w:sz w:val="20"/>
          <w:szCs w:val="20"/>
        </w:rPr>
        <w:t xml:space="preserve">Seitdem musste </w:t>
      </w:r>
      <w:r w:rsidR="00D93749">
        <w:rPr>
          <w:rFonts w:ascii="Arial" w:hAnsi="Arial" w:cs="Arial"/>
          <w:sz w:val="20"/>
          <w:szCs w:val="20"/>
        </w:rPr>
        <w:t xml:space="preserve">auch </w:t>
      </w:r>
      <w:r w:rsidR="00C51030">
        <w:rPr>
          <w:rFonts w:ascii="Arial" w:hAnsi="Arial" w:cs="Arial"/>
          <w:sz w:val="20"/>
          <w:szCs w:val="20"/>
        </w:rPr>
        <w:t xml:space="preserve">nichts mehr verändert werden, was </w:t>
      </w:r>
      <w:r w:rsidR="00D93749">
        <w:rPr>
          <w:rFonts w:ascii="Arial" w:hAnsi="Arial" w:cs="Arial"/>
          <w:sz w:val="20"/>
          <w:szCs w:val="20"/>
        </w:rPr>
        <w:t xml:space="preserve">ihm zufolge </w:t>
      </w:r>
      <w:r w:rsidR="00C51030">
        <w:rPr>
          <w:rFonts w:ascii="Arial" w:hAnsi="Arial" w:cs="Arial"/>
          <w:sz w:val="20"/>
          <w:szCs w:val="20"/>
        </w:rPr>
        <w:t>für die gute Arbei</w:t>
      </w:r>
      <w:r w:rsidR="00D93749">
        <w:rPr>
          <w:rFonts w:ascii="Arial" w:hAnsi="Arial" w:cs="Arial"/>
          <w:sz w:val="20"/>
          <w:szCs w:val="20"/>
        </w:rPr>
        <w:t>t der Sicherheitsfirma spricht.</w:t>
      </w:r>
      <w:r w:rsidR="000D0AB0">
        <w:rPr>
          <w:rFonts w:ascii="Arial" w:hAnsi="Arial" w:cs="Arial"/>
          <w:sz w:val="20"/>
          <w:szCs w:val="20"/>
        </w:rPr>
        <w:t xml:space="preserve"> </w:t>
      </w:r>
    </w:p>
    <w:p w:rsidR="00D00CB0" w:rsidRDefault="00D00CB0" w:rsidP="0046749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 w:rsidRPr="006D3478">
        <w:rPr>
          <w:rFonts w:ascii="Arial" w:hAnsi="Arial" w:cs="Arial"/>
          <w:b/>
          <w:sz w:val="20"/>
          <w:szCs w:val="20"/>
        </w:rPr>
        <w:t>Bedienfreundlichkeit</w:t>
      </w:r>
      <w:r w:rsidR="00C7205B" w:rsidRPr="006D3478">
        <w:rPr>
          <w:rFonts w:ascii="Arial" w:hAnsi="Arial" w:cs="Arial"/>
          <w:b/>
          <w:sz w:val="20"/>
          <w:szCs w:val="20"/>
        </w:rPr>
        <w:t xml:space="preserve"> und Zuverlässigkeit der A</w:t>
      </w:r>
      <w:r w:rsidR="006D3478">
        <w:rPr>
          <w:rFonts w:ascii="Arial" w:hAnsi="Arial" w:cs="Arial"/>
          <w:b/>
          <w:sz w:val="20"/>
          <w:szCs w:val="20"/>
        </w:rPr>
        <w:t>larma</w:t>
      </w:r>
      <w:r w:rsidR="00C7205B" w:rsidRPr="006D3478">
        <w:rPr>
          <w:rFonts w:ascii="Arial" w:hAnsi="Arial" w:cs="Arial"/>
          <w:b/>
          <w:sz w:val="20"/>
          <w:szCs w:val="20"/>
        </w:rPr>
        <w:t>nlage</w:t>
      </w:r>
    </w:p>
    <w:p w:rsidR="006D3478" w:rsidRDefault="00804EA8" w:rsidP="0046749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 vielfältig wie die Rollen der Gemeindemitglieder sind, sind auch ihre </w:t>
      </w:r>
      <w:r w:rsidR="00C51030">
        <w:rPr>
          <w:rFonts w:ascii="Arial" w:hAnsi="Arial" w:cs="Arial"/>
          <w:sz w:val="20"/>
          <w:szCs w:val="20"/>
        </w:rPr>
        <w:t>Nutzungs</w:t>
      </w:r>
      <w:r w:rsidR="0095498B">
        <w:rPr>
          <w:rFonts w:ascii="Arial" w:hAnsi="Arial" w:cs="Arial"/>
          <w:sz w:val="20"/>
          <w:szCs w:val="20"/>
        </w:rPr>
        <w:t>zeiten der Kirche</w:t>
      </w:r>
      <w:r w:rsidR="00C51030">
        <w:rPr>
          <w:rFonts w:ascii="Arial" w:hAnsi="Arial" w:cs="Arial"/>
          <w:sz w:val="20"/>
          <w:szCs w:val="20"/>
        </w:rPr>
        <w:t>nräume</w:t>
      </w:r>
      <w:r>
        <w:rPr>
          <w:rFonts w:ascii="Arial" w:hAnsi="Arial" w:cs="Arial"/>
          <w:sz w:val="20"/>
          <w:szCs w:val="20"/>
        </w:rPr>
        <w:t>.</w:t>
      </w:r>
      <w:r w:rsidR="00FB7A63">
        <w:rPr>
          <w:rFonts w:ascii="Arial" w:hAnsi="Arial" w:cs="Arial"/>
          <w:sz w:val="20"/>
          <w:szCs w:val="20"/>
        </w:rPr>
        <w:t xml:space="preserve"> </w:t>
      </w:r>
      <w:r w:rsidR="00787451">
        <w:rPr>
          <w:rFonts w:ascii="Arial" w:hAnsi="Arial" w:cs="Arial"/>
          <w:sz w:val="20"/>
          <w:szCs w:val="20"/>
        </w:rPr>
        <w:t>Hier zeigt sich die Benutzerfreundlichkeit der eingesetzten ABUS</w:t>
      </w:r>
      <w:r w:rsidR="00B44B6F">
        <w:rPr>
          <w:rFonts w:ascii="Arial" w:hAnsi="Arial" w:cs="Arial"/>
          <w:sz w:val="20"/>
          <w:szCs w:val="20"/>
        </w:rPr>
        <w:t xml:space="preserve"> </w:t>
      </w:r>
      <w:r w:rsidR="00787451">
        <w:rPr>
          <w:rFonts w:ascii="Arial" w:hAnsi="Arial" w:cs="Arial"/>
          <w:sz w:val="20"/>
          <w:szCs w:val="20"/>
        </w:rPr>
        <w:t xml:space="preserve">Technik: </w:t>
      </w:r>
      <w:r w:rsidR="00FB7A63">
        <w:rPr>
          <w:rFonts w:ascii="Arial" w:hAnsi="Arial" w:cs="Arial"/>
          <w:sz w:val="20"/>
          <w:szCs w:val="20"/>
        </w:rPr>
        <w:t>Bei der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Secvest</w:t>
      </w:r>
      <w:proofErr w:type="spellEnd"/>
      <w:r>
        <w:rPr>
          <w:rFonts w:ascii="Arial" w:hAnsi="Arial" w:cs="Arial"/>
          <w:sz w:val="20"/>
          <w:szCs w:val="20"/>
        </w:rPr>
        <w:t xml:space="preserve"> Funkalarmanlage</w:t>
      </w:r>
      <w:r w:rsidR="0095498B">
        <w:rPr>
          <w:rFonts w:ascii="Arial" w:hAnsi="Arial" w:cs="Arial"/>
          <w:sz w:val="20"/>
          <w:szCs w:val="20"/>
        </w:rPr>
        <w:t xml:space="preserve"> </w:t>
      </w:r>
      <w:r w:rsidR="00FB7A63">
        <w:rPr>
          <w:rFonts w:ascii="Arial" w:hAnsi="Arial" w:cs="Arial"/>
          <w:sz w:val="20"/>
          <w:szCs w:val="20"/>
        </w:rPr>
        <w:t>k</w:t>
      </w:r>
      <w:r w:rsidR="00787451">
        <w:rPr>
          <w:rFonts w:ascii="Arial" w:hAnsi="Arial" w:cs="Arial"/>
          <w:sz w:val="20"/>
          <w:szCs w:val="20"/>
        </w:rPr>
        <w:t xml:space="preserve">önnen viele verschiedene Nutzer eingelernt werden, die dann per </w:t>
      </w:r>
      <w:r w:rsidR="00C51030">
        <w:rPr>
          <w:rFonts w:ascii="Arial" w:hAnsi="Arial" w:cs="Arial"/>
          <w:sz w:val="20"/>
          <w:szCs w:val="20"/>
        </w:rPr>
        <w:t>Schlüssel</w:t>
      </w:r>
      <w:r w:rsidR="00787451">
        <w:rPr>
          <w:rFonts w:ascii="Arial" w:hAnsi="Arial" w:cs="Arial"/>
          <w:sz w:val="20"/>
          <w:szCs w:val="20"/>
        </w:rPr>
        <w:t xml:space="preserve"> über das </w:t>
      </w:r>
      <w:r w:rsidR="009406CB">
        <w:rPr>
          <w:rFonts w:ascii="Arial" w:hAnsi="Arial" w:cs="Arial"/>
          <w:sz w:val="20"/>
          <w:szCs w:val="20"/>
        </w:rPr>
        <w:t>Funk-Türzusatzschloss</w:t>
      </w:r>
      <w:r w:rsidR="00C51030">
        <w:rPr>
          <w:rFonts w:ascii="Arial" w:hAnsi="Arial" w:cs="Arial"/>
          <w:sz w:val="20"/>
          <w:szCs w:val="20"/>
        </w:rPr>
        <w:t xml:space="preserve">, </w:t>
      </w:r>
      <w:r w:rsidR="00787451">
        <w:rPr>
          <w:rFonts w:ascii="Arial" w:hAnsi="Arial" w:cs="Arial"/>
          <w:sz w:val="20"/>
          <w:szCs w:val="20"/>
        </w:rPr>
        <w:t xml:space="preserve">über </w:t>
      </w:r>
      <w:proofErr w:type="spellStart"/>
      <w:r w:rsidR="003E1B0E">
        <w:rPr>
          <w:rFonts w:ascii="Arial" w:hAnsi="Arial" w:cs="Arial"/>
          <w:sz w:val="20"/>
          <w:szCs w:val="20"/>
        </w:rPr>
        <w:t>Proximity</w:t>
      </w:r>
      <w:proofErr w:type="spellEnd"/>
      <w:r w:rsidR="003E1B0E">
        <w:rPr>
          <w:rFonts w:ascii="Arial" w:hAnsi="Arial" w:cs="Arial"/>
          <w:sz w:val="20"/>
          <w:szCs w:val="20"/>
        </w:rPr>
        <w:t xml:space="preserve">-Tags, </w:t>
      </w:r>
      <w:r w:rsidR="00C71CE8">
        <w:rPr>
          <w:rFonts w:ascii="Arial" w:hAnsi="Arial" w:cs="Arial"/>
          <w:sz w:val="20"/>
          <w:szCs w:val="20"/>
        </w:rPr>
        <w:t>PIN-</w:t>
      </w:r>
      <w:r w:rsidR="00457871">
        <w:rPr>
          <w:rFonts w:ascii="Arial" w:hAnsi="Arial" w:cs="Arial"/>
          <w:sz w:val="20"/>
          <w:szCs w:val="20"/>
        </w:rPr>
        <w:t>C</w:t>
      </w:r>
      <w:r w:rsidR="00C51030">
        <w:rPr>
          <w:rFonts w:ascii="Arial" w:hAnsi="Arial" w:cs="Arial"/>
          <w:sz w:val="20"/>
          <w:szCs w:val="20"/>
        </w:rPr>
        <w:t xml:space="preserve">odes </w:t>
      </w:r>
      <w:r w:rsidR="003E1B0E">
        <w:rPr>
          <w:rFonts w:ascii="Arial" w:hAnsi="Arial" w:cs="Arial"/>
          <w:sz w:val="20"/>
          <w:szCs w:val="20"/>
        </w:rPr>
        <w:t xml:space="preserve">und </w:t>
      </w:r>
      <w:r w:rsidR="00787451">
        <w:rPr>
          <w:rFonts w:ascii="Arial" w:hAnsi="Arial" w:cs="Arial"/>
          <w:sz w:val="20"/>
          <w:szCs w:val="20"/>
        </w:rPr>
        <w:t xml:space="preserve">über die </w:t>
      </w:r>
      <w:proofErr w:type="spellStart"/>
      <w:r w:rsidR="003E1B0E">
        <w:rPr>
          <w:rFonts w:ascii="Arial" w:hAnsi="Arial" w:cs="Arial"/>
          <w:sz w:val="20"/>
          <w:szCs w:val="20"/>
        </w:rPr>
        <w:t>Secvest</w:t>
      </w:r>
      <w:proofErr w:type="spellEnd"/>
      <w:r w:rsidR="003E1B0E">
        <w:rPr>
          <w:rFonts w:ascii="Arial" w:hAnsi="Arial" w:cs="Arial"/>
          <w:sz w:val="20"/>
          <w:szCs w:val="20"/>
        </w:rPr>
        <w:t xml:space="preserve">-App </w:t>
      </w:r>
      <w:r w:rsidR="00787451">
        <w:rPr>
          <w:rFonts w:ascii="Arial" w:hAnsi="Arial" w:cs="Arial"/>
          <w:sz w:val="20"/>
          <w:szCs w:val="20"/>
        </w:rPr>
        <w:t>die Alarmanlage bedienen können</w:t>
      </w:r>
      <w:r w:rsidR="00C51030">
        <w:rPr>
          <w:rFonts w:ascii="Arial" w:hAnsi="Arial" w:cs="Arial"/>
          <w:sz w:val="20"/>
          <w:szCs w:val="20"/>
        </w:rPr>
        <w:t>.</w:t>
      </w:r>
      <w:r w:rsidR="00457871">
        <w:rPr>
          <w:rFonts w:ascii="Arial" w:hAnsi="Arial" w:cs="Arial"/>
          <w:sz w:val="20"/>
          <w:szCs w:val="20"/>
        </w:rPr>
        <w:t xml:space="preserve"> </w:t>
      </w:r>
      <w:r w:rsidR="00787451">
        <w:rPr>
          <w:rFonts w:ascii="Arial" w:hAnsi="Arial" w:cs="Arial"/>
          <w:sz w:val="20"/>
          <w:szCs w:val="20"/>
        </w:rPr>
        <w:t xml:space="preserve">Diese hohe Usability der Alarmanlage sorgt dafür, dass alle Berechtigten die Alarmanlage so einfach wie möglich in ihren Alltag integrieren können und somit die Sicherheitstechnik ihren Schutz optimal entfaltet. </w:t>
      </w:r>
      <w:r w:rsidR="00457871">
        <w:rPr>
          <w:rFonts w:ascii="Arial" w:hAnsi="Arial" w:cs="Arial"/>
          <w:sz w:val="20"/>
          <w:szCs w:val="20"/>
        </w:rPr>
        <w:t xml:space="preserve">Dazu </w:t>
      </w:r>
      <w:r w:rsidR="00924198">
        <w:rPr>
          <w:rFonts w:ascii="Arial" w:hAnsi="Arial" w:cs="Arial"/>
          <w:sz w:val="20"/>
          <w:szCs w:val="20"/>
        </w:rPr>
        <w:t>Verwaltungsleiterin</w:t>
      </w:r>
      <w:r w:rsidR="008667E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7E9">
        <w:rPr>
          <w:rFonts w:ascii="Arial" w:hAnsi="Arial" w:cs="Arial"/>
          <w:sz w:val="20"/>
          <w:szCs w:val="20"/>
        </w:rPr>
        <w:t>Mauerhöfer</w:t>
      </w:r>
      <w:proofErr w:type="spellEnd"/>
      <w:r w:rsidR="00457871">
        <w:rPr>
          <w:rFonts w:ascii="Arial" w:hAnsi="Arial" w:cs="Arial"/>
          <w:sz w:val="20"/>
          <w:szCs w:val="20"/>
        </w:rPr>
        <w:t xml:space="preserve">: </w:t>
      </w:r>
      <w:r w:rsidR="0095498B">
        <w:rPr>
          <w:rFonts w:ascii="Arial" w:hAnsi="Arial" w:cs="Arial"/>
          <w:sz w:val="20"/>
          <w:szCs w:val="20"/>
        </w:rPr>
        <w:t xml:space="preserve">„Die Alarmanlage bietet </w:t>
      </w:r>
      <w:r w:rsidR="00457871">
        <w:rPr>
          <w:rFonts w:ascii="Arial" w:hAnsi="Arial" w:cs="Arial"/>
          <w:sz w:val="20"/>
          <w:szCs w:val="20"/>
        </w:rPr>
        <w:t xml:space="preserve">allen </w:t>
      </w:r>
      <w:r w:rsidR="0095498B">
        <w:rPr>
          <w:rFonts w:ascii="Arial" w:hAnsi="Arial" w:cs="Arial"/>
          <w:sz w:val="20"/>
          <w:szCs w:val="20"/>
        </w:rPr>
        <w:t>eine einfache, effizie</w:t>
      </w:r>
      <w:r w:rsidR="0076291A">
        <w:rPr>
          <w:rFonts w:ascii="Arial" w:hAnsi="Arial" w:cs="Arial"/>
          <w:sz w:val="20"/>
          <w:szCs w:val="20"/>
        </w:rPr>
        <w:t>nte und zuverlässige Nutzung ohne Fehlalarme</w:t>
      </w:r>
      <w:r w:rsidR="00457871">
        <w:rPr>
          <w:rFonts w:ascii="Arial" w:hAnsi="Arial" w:cs="Arial"/>
          <w:sz w:val="20"/>
          <w:szCs w:val="20"/>
        </w:rPr>
        <w:t>. Auch die kurze Einweisungsphase spricht für die Einfachheit der Bedienung</w:t>
      </w:r>
      <w:r w:rsidR="00246039">
        <w:rPr>
          <w:rFonts w:ascii="Arial" w:hAnsi="Arial" w:cs="Arial"/>
          <w:sz w:val="20"/>
          <w:szCs w:val="20"/>
        </w:rPr>
        <w:t>.</w:t>
      </w:r>
      <w:r w:rsidR="00457871">
        <w:rPr>
          <w:rFonts w:ascii="Arial" w:hAnsi="Arial" w:cs="Arial"/>
          <w:sz w:val="20"/>
          <w:szCs w:val="20"/>
        </w:rPr>
        <w:t>“</w:t>
      </w:r>
    </w:p>
    <w:p w:rsidR="0076291A" w:rsidRPr="00467497" w:rsidRDefault="0076291A" w:rsidP="0076291A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Kombination mit Funk-Rauchwarnmelder</w:t>
      </w:r>
      <w:r w:rsidR="003C1243">
        <w:rPr>
          <w:rFonts w:ascii="Arial" w:hAnsi="Arial" w:cs="Arial"/>
          <w:b/>
          <w:sz w:val="20"/>
          <w:szCs w:val="20"/>
        </w:rPr>
        <w:t xml:space="preserve"> zur Adventszeit</w:t>
      </w:r>
    </w:p>
    <w:p w:rsidR="003E1B0E" w:rsidRDefault="00457871" w:rsidP="0046749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Gerade</w:t>
      </w:r>
      <w:r w:rsidR="0076291A">
        <w:rPr>
          <w:rFonts w:ascii="Arial" w:hAnsi="Arial" w:cs="Arial"/>
          <w:sz w:val="20"/>
          <w:szCs w:val="20"/>
        </w:rPr>
        <w:t xml:space="preserve"> </w:t>
      </w:r>
      <w:r w:rsidR="00102911">
        <w:rPr>
          <w:rFonts w:ascii="Arial" w:hAnsi="Arial" w:cs="Arial"/>
          <w:sz w:val="20"/>
          <w:szCs w:val="20"/>
        </w:rPr>
        <w:t>in Kirchenräumen</w:t>
      </w:r>
      <w:r w:rsidR="0076291A">
        <w:rPr>
          <w:rFonts w:ascii="Arial" w:hAnsi="Arial" w:cs="Arial"/>
          <w:sz w:val="20"/>
          <w:szCs w:val="20"/>
        </w:rPr>
        <w:t xml:space="preserve">, in </w:t>
      </w:r>
      <w:r w:rsidR="00102911">
        <w:rPr>
          <w:rFonts w:ascii="Arial" w:hAnsi="Arial" w:cs="Arial"/>
          <w:sz w:val="20"/>
          <w:szCs w:val="20"/>
        </w:rPr>
        <w:t>denen</w:t>
      </w:r>
      <w:r>
        <w:rPr>
          <w:rFonts w:ascii="Arial" w:hAnsi="Arial" w:cs="Arial"/>
          <w:sz w:val="20"/>
          <w:szCs w:val="20"/>
        </w:rPr>
        <w:t xml:space="preserve"> zur Adventszeit </w:t>
      </w:r>
      <w:r w:rsidR="0076291A">
        <w:rPr>
          <w:rFonts w:ascii="Arial" w:hAnsi="Arial" w:cs="Arial"/>
          <w:sz w:val="20"/>
          <w:szCs w:val="20"/>
        </w:rPr>
        <w:t xml:space="preserve">dauerhaft </w:t>
      </w:r>
      <w:r>
        <w:rPr>
          <w:rFonts w:ascii="Arial" w:hAnsi="Arial" w:cs="Arial"/>
          <w:sz w:val="20"/>
          <w:szCs w:val="20"/>
        </w:rPr>
        <w:t>Kerzen brennen,</w:t>
      </w:r>
      <w:r w:rsidR="0076291A">
        <w:rPr>
          <w:rFonts w:ascii="Arial" w:hAnsi="Arial" w:cs="Arial"/>
          <w:sz w:val="20"/>
          <w:szCs w:val="20"/>
        </w:rPr>
        <w:t xml:space="preserve"> können durch Luftzüge Brände entstehen. </w:t>
      </w:r>
      <w:r w:rsidR="00D072A1" w:rsidRPr="00D072A1">
        <w:rPr>
          <w:rFonts w:ascii="Arial" w:hAnsi="Arial" w:cs="Arial"/>
          <w:sz w:val="20"/>
          <w:szCs w:val="20"/>
        </w:rPr>
        <w:t xml:space="preserve">Laut Nocke hat es in der </w:t>
      </w:r>
      <w:r w:rsidR="00D072A1" w:rsidRPr="00D072A1">
        <w:rPr>
          <w:rFonts w:ascii="Arial" w:hAnsi="Arial" w:cs="Arial"/>
          <w:sz w:val="20"/>
          <w:szCs w:val="20"/>
        </w:rPr>
        <w:lastRenderedPageBreak/>
        <w:t>Vergangenheit auch einen Brand in einem Kirchengebäude der Pfarrei St. Nikolaus gegeben.</w:t>
      </w:r>
      <w:r w:rsidR="0076291A">
        <w:rPr>
          <w:rFonts w:ascii="Arial" w:hAnsi="Arial" w:cs="Arial"/>
          <w:sz w:val="20"/>
          <w:szCs w:val="20"/>
        </w:rPr>
        <w:t xml:space="preserve"> Aus diesem Grund befindet sich in der </w:t>
      </w:r>
      <w:r w:rsidR="00C06C2A">
        <w:rPr>
          <w:rFonts w:ascii="Arial" w:hAnsi="Arial" w:cs="Arial"/>
          <w:sz w:val="20"/>
          <w:szCs w:val="20"/>
        </w:rPr>
        <w:t>Weihnachtszeit</w:t>
      </w:r>
      <w:r w:rsidR="0076291A">
        <w:rPr>
          <w:rFonts w:ascii="Arial" w:hAnsi="Arial" w:cs="Arial"/>
          <w:sz w:val="20"/>
          <w:szCs w:val="20"/>
        </w:rPr>
        <w:t xml:space="preserve"> ein Funk-Rauchwarnmelder</w:t>
      </w:r>
      <w:r w:rsidR="00C06C2A">
        <w:rPr>
          <w:rFonts w:ascii="Arial" w:hAnsi="Arial" w:cs="Arial"/>
          <w:sz w:val="20"/>
          <w:szCs w:val="20"/>
        </w:rPr>
        <w:t xml:space="preserve"> in der Kirche</w:t>
      </w:r>
      <w:r w:rsidR="0076291A">
        <w:rPr>
          <w:rFonts w:ascii="Arial" w:hAnsi="Arial" w:cs="Arial"/>
          <w:sz w:val="20"/>
          <w:szCs w:val="20"/>
        </w:rPr>
        <w:t xml:space="preserve">, der jederzeit mit der </w:t>
      </w:r>
      <w:proofErr w:type="spellStart"/>
      <w:r w:rsidR="003C1243">
        <w:rPr>
          <w:rFonts w:ascii="Arial" w:hAnsi="Arial" w:cs="Arial"/>
          <w:sz w:val="20"/>
          <w:szCs w:val="20"/>
        </w:rPr>
        <w:t>Secvest</w:t>
      </w:r>
      <w:proofErr w:type="spellEnd"/>
      <w:r w:rsidR="003C1243">
        <w:rPr>
          <w:rFonts w:ascii="Arial" w:hAnsi="Arial" w:cs="Arial"/>
          <w:sz w:val="20"/>
          <w:szCs w:val="20"/>
        </w:rPr>
        <w:t xml:space="preserve"> </w:t>
      </w:r>
      <w:r w:rsidR="0076291A">
        <w:rPr>
          <w:rFonts w:ascii="Arial" w:hAnsi="Arial" w:cs="Arial"/>
          <w:sz w:val="20"/>
          <w:szCs w:val="20"/>
        </w:rPr>
        <w:t xml:space="preserve">Alarmzentrale in Verbindung steht und </w:t>
      </w:r>
      <w:r>
        <w:rPr>
          <w:rFonts w:ascii="Arial" w:hAnsi="Arial" w:cs="Arial"/>
          <w:sz w:val="20"/>
          <w:szCs w:val="20"/>
        </w:rPr>
        <w:t>Brand</w:t>
      </w:r>
      <w:r w:rsidR="003E1B0E">
        <w:rPr>
          <w:rFonts w:ascii="Arial" w:hAnsi="Arial" w:cs="Arial"/>
          <w:sz w:val="20"/>
          <w:szCs w:val="20"/>
        </w:rPr>
        <w:t xml:space="preserve"> zuverlässig meldet. Bei Bedarf lassen sich auch Videokameras in das Sicherheitssystem der Alarmanlage integrieren. Über die Videoverifikationsfunktion kann dabei über Handy, Tablet und Co. von unterwegs live auf die Videoaufnahme</w:t>
      </w:r>
      <w:r w:rsidR="00B44B6F">
        <w:rPr>
          <w:rFonts w:ascii="Arial" w:hAnsi="Arial" w:cs="Arial"/>
          <w:sz w:val="20"/>
          <w:szCs w:val="20"/>
        </w:rPr>
        <w:t>n</w:t>
      </w:r>
      <w:r w:rsidR="003E1B0E">
        <w:rPr>
          <w:rFonts w:ascii="Arial" w:hAnsi="Arial" w:cs="Arial"/>
          <w:sz w:val="20"/>
          <w:szCs w:val="20"/>
        </w:rPr>
        <w:t xml:space="preserve"> zugegriffen und nach dem Rechten gesehen werden.</w:t>
      </w:r>
    </w:p>
    <w:p w:rsidR="003C1243" w:rsidRDefault="006D3478" w:rsidP="0046749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Sicherheit und </w:t>
      </w:r>
      <w:r w:rsidR="003E1B0E">
        <w:rPr>
          <w:rFonts w:ascii="Arial" w:hAnsi="Arial" w:cs="Arial"/>
          <w:b/>
          <w:sz w:val="20"/>
          <w:szCs w:val="20"/>
        </w:rPr>
        <w:t>Hausfrieden</w:t>
      </w:r>
      <w:r>
        <w:rPr>
          <w:rFonts w:ascii="Arial" w:hAnsi="Arial" w:cs="Arial"/>
          <w:b/>
          <w:sz w:val="20"/>
          <w:szCs w:val="20"/>
        </w:rPr>
        <w:t xml:space="preserve"> durch ABUS</w:t>
      </w:r>
    </w:p>
    <w:p w:rsidR="006D3478" w:rsidRPr="003C1243" w:rsidRDefault="00D93749" w:rsidP="0046749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Mit der</w:t>
      </w:r>
      <w:r w:rsidR="003E1B0E">
        <w:rPr>
          <w:rFonts w:ascii="Arial" w:hAnsi="Arial" w:cs="Arial"/>
          <w:sz w:val="20"/>
          <w:szCs w:val="20"/>
        </w:rPr>
        <w:t xml:space="preserve"> Entscheidung </w:t>
      </w:r>
      <w:r>
        <w:rPr>
          <w:rFonts w:ascii="Arial" w:hAnsi="Arial" w:cs="Arial"/>
          <w:sz w:val="20"/>
          <w:szCs w:val="20"/>
        </w:rPr>
        <w:t>für</w:t>
      </w:r>
      <w:r w:rsidR="003E1B0E">
        <w:rPr>
          <w:rFonts w:ascii="Arial" w:hAnsi="Arial" w:cs="Arial"/>
          <w:sz w:val="20"/>
          <w:szCs w:val="20"/>
        </w:rPr>
        <w:t xml:space="preserve"> d</w:t>
      </w:r>
      <w:r w:rsidR="003C1243">
        <w:rPr>
          <w:rFonts w:ascii="Arial" w:hAnsi="Arial" w:cs="Arial"/>
          <w:sz w:val="20"/>
          <w:szCs w:val="20"/>
        </w:rPr>
        <w:t xml:space="preserve">ie </w:t>
      </w:r>
      <w:proofErr w:type="spellStart"/>
      <w:r w:rsidR="003C1243">
        <w:rPr>
          <w:rFonts w:ascii="Arial" w:hAnsi="Arial" w:cs="Arial"/>
          <w:sz w:val="20"/>
          <w:szCs w:val="20"/>
        </w:rPr>
        <w:t>Secvest</w:t>
      </w:r>
      <w:proofErr w:type="spellEnd"/>
      <w:r w:rsidR="003C1243">
        <w:rPr>
          <w:rFonts w:ascii="Arial" w:hAnsi="Arial" w:cs="Arial"/>
          <w:sz w:val="20"/>
          <w:szCs w:val="20"/>
        </w:rPr>
        <w:t xml:space="preserve"> Funkalarmanlage </w:t>
      </w:r>
      <w:r>
        <w:rPr>
          <w:rFonts w:ascii="Arial" w:hAnsi="Arial" w:cs="Arial"/>
          <w:sz w:val="20"/>
          <w:szCs w:val="20"/>
        </w:rPr>
        <w:t>ist nun für einen umfassenden</w:t>
      </w:r>
      <w:r w:rsidR="003C1243">
        <w:rPr>
          <w:rFonts w:ascii="Arial" w:hAnsi="Arial" w:cs="Arial"/>
          <w:sz w:val="20"/>
          <w:szCs w:val="20"/>
        </w:rPr>
        <w:t xml:space="preserve"> Schutz vor Einbruch, Vandalismus und Feuer</w:t>
      </w:r>
      <w:r>
        <w:rPr>
          <w:rFonts w:ascii="Arial" w:hAnsi="Arial" w:cs="Arial"/>
          <w:sz w:val="20"/>
          <w:szCs w:val="20"/>
        </w:rPr>
        <w:t xml:space="preserve"> </w:t>
      </w:r>
      <w:r w:rsidR="008E309F">
        <w:rPr>
          <w:rFonts w:ascii="Arial" w:hAnsi="Arial" w:cs="Arial"/>
          <w:sz w:val="20"/>
          <w:szCs w:val="20"/>
        </w:rPr>
        <w:t xml:space="preserve">in der St. Nikolaus Kirche </w:t>
      </w:r>
      <w:r>
        <w:rPr>
          <w:rFonts w:ascii="Arial" w:hAnsi="Arial" w:cs="Arial"/>
          <w:sz w:val="20"/>
          <w:szCs w:val="20"/>
        </w:rPr>
        <w:t>gesorgt</w:t>
      </w:r>
      <w:r w:rsidR="003C1243">
        <w:rPr>
          <w:rFonts w:ascii="Arial" w:hAnsi="Arial" w:cs="Arial"/>
          <w:sz w:val="20"/>
          <w:szCs w:val="20"/>
        </w:rPr>
        <w:t xml:space="preserve">. </w:t>
      </w:r>
      <w:r w:rsidR="00545945">
        <w:rPr>
          <w:rFonts w:ascii="Arial" w:hAnsi="Arial" w:cs="Arial"/>
          <w:sz w:val="20"/>
          <w:szCs w:val="20"/>
        </w:rPr>
        <w:t>„</w:t>
      </w:r>
      <w:r w:rsidR="008E309F">
        <w:rPr>
          <w:rFonts w:ascii="Arial" w:hAnsi="Arial" w:cs="Arial"/>
          <w:sz w:val="20"/>
          <w:szCs w:val="20"/>
        </w:rPr>
        <w:t>Wir sind</w:t>
      </w:r>
      <w:r w:rsidR="00545945">
        <w:rPr>
          <w:rFonts w:ascii="Arial" w:hAnsi="Arial" w:cs="Arial"/>
          <w:sz w:val="20"/>
          <w:szCs w:val="20"/>
        </w:rPr>
        <w:t xml:space="preserve"> mit der Alarmanlage von ABUS vollauf zufrieden</w:t>
      </w:r>
      <w:r w:rsidR="008E309F">
        <w:rPr>
          <w:rFonts w:ascii="Arial" w:hAnsi="Arial" w:cs="Arial"/>
          <w:sz w:val="20"/>
          <w:szCs w:val="20"/>
        </w:rPr>
        <w:t>. Seit der Installation der Alarmanlage fühlen wir uns wieder sicherer</w:t>
      </w:r>
      <w:r w:rsidR="00924198">
        <w:rPr>
          <w:rFonts w:ascii="Arial" w:hAnsi="Arial" w:cs="Arial"/>
          <w:sz w:val="20"/>
          <w:szCs w:val="20"/>
        </w:rPr>
        <w:t xml:space="preserve">“, erklären </w:t>
      </w:r>
      <w:proofErr w:type="spellStart"/>
      <w:r w:rsidR="00924198">
        <w:rPr>
          <w:rFonts w:ascii="Arial" w:hAnsi="Arial" w:cs="Arial"/>
          <w:sz w:val="20"/>
          <w:szCs w:val="20"/>
        </w:rPr>
        <w:t>Mauerhöfer</w:t>
      </w:r>
      <w:proofErr w:type="spellEnd"/>
      <w:r w:rsidR="00924198">
        <w:rPr>
          <w:rFonts w:ascii="Arial" w:hAnsi="Arial" w:cs="Arial"/>
          <w:sz w:val="20"/>
          <w:szCs w:val="20"/>
        </w:rPr>
        <w:t xml:space="preserve"> und Nocke</w:t>
      </w:r>
      <w:r w:rsidR="00545945">
        <w:rPr>
          <w:rFonts w:ascii="Arial" w:hAnsi="Arial" w:cs="Arial"/>
          <w:sz w:val="20"/>
          <w:szCs w:val="20"/>
        </w:rPr>
        <w:t>. Sowohl d</w:t>
      </w:r>
      <w:r w:rsidR="00456AD5">
        <w:rPr>
          <w:rFonts w:ascii="Arial" w:hAnsi="Arial" w:cs="Arial"/>
          <w:sz w:val="20"/>
          <w:szCs w:val="20"/>
        </w:rPr>
        <w:t xml:space="preserve">er Kirchenvorstand </w:t>
      </w:r>
      <w:r w:rsidR="00545945">
        <w:rPr>
          <w:rFonts w:ascii="Arial" w:hAnsi="Arial" w:cs="Arial"/>
          <w:sz w:val="20"/>
          <w:szCs w:val="20"/>
        </w:rPr>
        <w:t>als auch</w:t>
      </w:r>
      <w:r w:rsidR="00456AD5">
        <w:rPr>
          <w:rFonts w:ascii="Arial" w:hAnsi="Arial" w:cs="Arial"/>
          <w:sz w:val="20"/>
          <w:szCs w:val="20"/>
        </w:rPr>
        <w:t xml:space="preserve"> die Gemeinde wissen ihre Kirche </w:t>
      </w:r>
      <w:r w:rsidR="00545945">
        <w:rPr>
          <w:rFonts w:ascii="Arial" w:hAnsi="Arial" w:cs="Arial"/>
          <w:sz w:val="20"/>
          <w:szCs w:val="20"/>
        </w:rPr>
        <w:t xml:space="preserve">nun </w:t>
      </w:r>
      <w:r w:rsidR="00456AD5">
        <w:rPr>
          <w:rFonts w:ascii="Arial" w:hAnsi="Arial" w:cs="Arial"/>
          <w:sz w:val="20"/>
          <w:szCs w:val="20"/>
        </w:rPr>
        <w:t xml:space="preserve">gut geschützt. </w:t>
      </w:r>
    </w:p>
    <w:sectPr w:rsidR="006D3478" w:rsidRPr="003C1243" w:rsidSect="00772EAB">
      <w:headerReference w:type="default" r:id="rId7"/>
      <w:headerReference w:type="first" r:id="rId8"/>
      <w:pgSz w:w="11906" w:h="16838"/>
      <w:pgMar w:top="1985" w:right="1417" w:bottom="1134" w:left="1134" w:header="0" w:footer="6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F30" w:rsidRDefault="008B2F30" w:rsidP="007548EC">
      <w:pPr>
        <w:spacing w:after="0" w:line="240" w:lineRule="auto"/>
      </w:pPr>
      <w:r>
        <w:separator/>
      </w:r>
    </w:p>
  </w:endnote>
  <w:endnote w:type="continuationSeparator" w:id="0">
    <w:p w:rsidR="008B2F30" w:rsidRDefault="008B2F30" w:rsidP="00754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F30" w:rsidRDefault="008B2F30" w:rsidP="007548EC">
      <w:pPr>
        <w:spacing w:after="0" w:line="240" w:lineRule="auto"/>
      </w:pPr>
      <w:r>
        <w:separator/>
      </w:r>
    </w:p>
  </w:footnote>
  <w:footnote w:type="continuationSeparator" w:id="0">
    <w:p w:rsidR="008B2F30" w:rsidRDefault="008B2F30" w:rsidP="00754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FA1" w:rsidRDefault="00173FA1" w:rsidP="007548EC">
    <w:pPr>
      <w:pStyle w:val="Kopfzeile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FA1" w:rsidRDefault="00173FA1" w:rsidP="005A1E0A">
    <w:pPr>
      <w:pStyle w:val="Kopfzeile"/>
      <w:ind w:hanging="1134"/>
    </w:pPr>
    <w:r w:rsidRPr="005A1E0A">
      <w:rPr>
        <w:noProof/>
      </w:rPr>
      <w:drawing>
        <wp:inline distT="0" distB="0" distL="0" distR="0">
          <wp:extent cx="7537552" cy="1434566"/>
          <wp:effectExtent l="19050" t="0" r="6248" b="0"/>
          <wp:docPr id="2" name="Grafik 0" descr="111024-PressemitteilungsKopf-L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1024-PressemitteilungsKopf-L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8520" cy="1434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BD"/>
    <w:rsid w:val="00003813"/>
    <w:rsid w:val="0000647E"/>
    <w:rsid w:val="0001586E"/>
    <w:rsid w:val="00016374"/>
    <w:rsid w:val="00017255"/>
    <w:rsid w:val="000217BE"/>
    <w:rsid w:val="0002590A"/>
    <w:rsid w:val="0003573D"/>
    <w:rsid w:val="00037302"/>
    <w:rsid w:val="0004037A"/>
    <w:rsid w:val="00042B84"/>
    <w:rsid w:val="00046D13"/>
    <w:rsid w:val="00060046"/>
    <w:rsid w:val="00062A6F"/>
    <w:rsid w:val="00066333"/>
    <w:rsid w:val="00077945"/>
    <w:rsid w:val="00081F5A"/>
    <w:rsid w:val="00097B82"/>
    <w:rsid w:val="000A313E"/>
    <w:rsid w:val="000A31BB"/>
    <w:rsid w:val="000B4582"/>
    <w:rsid w:val="000B5EE7"/>
    <w:rsid w:val="000C0C91"/>
    <w:rsid w:val="000C0E5A"/>
    <w:rsid w:val="000C6FD2"/>
    <w:rsid w:val="000D0AB0"/>
    <w:rsid w:val="000D36DD"/>
    <w:rsid w:val="000D59C9"/>
    <w:rsid w:val="000E279D"/>
    <w:rsid w:val="000F4689"/>
    <w:rsid w:val="000F5903"/>
    <w:rsid w:val="000F78A2"/>
    <w:rsid w:val="00102911"/>
    <w:rsid w:val="00104713"/>
    <w:rsid w:val="00116530"/>
    <w:rsid w:val="00120A6E"/>
    <w:rsid w:val="00123574"/>
    <w:rsid w:val="001276C4"/>
    <w:rsid w:val="001343C2"/>
    <w:rsid w:val="001521B7"/>
    <w:rsid w:val="00160761"/>
    <w:rsid w:val="00166854"/>
    <w:rsid w:val="001722C7"/>
    <w:rsid w:val="00173FA1"/>
    <w:rsid w:val="001747DD"/>
    <w:rsid w:val="001830A4"/>
    <w:rsid w:val="00187BC9"/>
    <w:rsid w:val="0019265A"/>
    <w:rsid w:val="00196F21"/>
    <w:rsid w:val="001A2096"/>
    <w:rsid w:val="001A3BA2"/>
    <w:rsid w:val="001B116A"/>
    <w:rsid w:val="001B2B7C"/>
    <w:rsid w:val="001C4825"/>
    <w:rsid w:val="001D68FE"/>
    <w:rsid w:val="001E0F92"/>
    <w:rsid w:val="001E3AF6"/>
    <w:rsid w:val="001E6267"/>
    <w:rsid w:val="001F61FD"/>
    <w:rsid w:val="00205C60"/>
    <w:rsid w:val="00207C35"/>
    <w:rsid w:val="00214904"/>
    <w:rsid w:val="00214F8D"/>
    <w:rsid w:val="00216018"/>
    <w:rsid w:val="00237E1B"/>
    <w:rsid w:val="00246039"/>
    <w:rsid w:val="00247F8A"/>
    <w:rsid w:val="002513EE"/>
    <w:rsid w:val="0027303A"/>
    <w:rsid w:val="0029713A"/>
    <w:rsid w:val="002A3187"/>
    <w:rsid w:val="002A4578"/>
    <w:rsid w:val="002B0FE5"/>
    <w:rsid w:val="002B3932"/>
    <w:rsid w:val="002B756F"/>
    <w:rsid w:val="002C0946"/>
    <w:rsid w:val="002C41F9"/>
    <w:rsid w:val="002C4705"/>
    <w:rsid w:val="002D1C9A"/>
    <w:rsid w:val="002D6013"/>
    <w:rsid w:val="002E4261"/>
    <w:rsid w:val="002F478F"/>
    <w:rsid w:val="00324AF3"/>
    <w:rsid w:val="00352C9C"/>
    <w:rsid w:val="00366275"/>
    <w:rsid w:val="00367176"/>
    <w:rsid w:val="00374223"/>
    <w:rsid w:val="00375D6B"/>
    <w:rsid w:val="003864B8"/>
    <w:rsid w:val="003A216A"/>
    <w:rsid w:val="003A5DD8"/>
    <w:rsid w:val="003B4B62"/>
    <w:rsid w:val="003C1243"/>
    <w:rsid w:val="003C18C9"/>
    <w:rsid w:val="003C76ED"/>
    <w:rsid w:val="003D6003"/>
    <w:rsid w:val="003D7BCA"/>
    <w:rsid w:val="003D7CFA"/>
    <w:rsid w:val="003E11AF"/>
    <w:rsid w:val="003E1B0E"/>
    <w:rsid w:val="003E6FE5"/>
    <w:rsid w:val="003F2AA3"/>
    <w:rsid w:val="0040272D"/>
    <w:rsid w:val="00406718"/>
    <w:rsid w:val="0040759B"/>
    <w:rsid w:val="00410108"/>
    <w:rsid w:val="00410260"/>
    <w:rsid w:val="004223B9"/>
    <w:rsid w:val="00427784"/>
    <w:rsid w:val="00430962"/>
    <w:rsid w:val="004337CB"/>
    <w:rsid w:val="00436227"/>
    <w:rsid w:val="0044034C"/>
    <w:rsid w:val="00447244"/>
    <w:rsid w:val="00456AD5"/>
    <w:rsid w:val="00457871"/>
    <w:rsid w:val="004642FF"/>
    <w:rsid w:val="00467497"/>
    <w:rsid w:val="004812CE"/>
    <w:rsid w:val="00483F69"/>
    <w:rsid w:val="004853FB"/>
    <w:rsid w:val="0049092A"/>
    <w:rsid w:val="004A6009"/>
    <w:rsid w:val="004C440D"/>
    <w:rsid w:val="004C5B15"/>
    <w:rsid w:val="004D0ED1"/>
    <w:rsid w:val="004D3599"/>
    <w:rsid w:val="00500B8B"/>
    <w:rsid w:val="00506F22"/>
    <w:rsid w:val="00511B11"/>
    <w:rsid w:val="005128EB"/>
    <w:rsid w:val="005161F8"/>
    <w:rsid w:val="00524B7D"/>
    <w:rsid w:val="00530EA6"/>
    <w:rsid w:val="00536C0D"/>
    <w:rsid w:val="00545945"/>
    <w:rsid w:val="005500DD"/>
    <w:rsid w:val="005535E4"/>
    <w:rsid w:val="00560E60"/>
    <w:rsid w:val="00563F17"/>
    <w:rsid w:val="00567F8B"/>
    <w:rsid w:val="0057390E"/>
    <w:rsid w:val="005A0494"/>
    <w:rsid w:val="005A1E0A"/>
    <w:rsid w:val="005B3DA3"/>
    <w:rsid w:val="005C6EB7"/>
    <w:rsid w:val="005D065F"/>
    <w:rsid w:val="005E3838"/>
    <w:rsid w:val="005E4343"/>
    <w:rsid w:val="00602612"/>
    <w:rsid w:val="006142DA"/>
    <w:rsid w:val="006259BC"/>
    <w:rsid w:val="00630373"/>
    <w:rsid w:val="00641FD1"/>
    <w:rsid w:val="00651BE3"/>
    <w:rsid w:val="00664496"/>
    <w:rsid w:val="006656ED"/>
    <w:rsid w:val="00665EAD"/>
    <w:rsid w:val="006742D9"/>
    <w:rsid w:val="00680309"/>
    <w:rsid w:val="0068173D"/>
    <w:rsid w:val="00687BC5"/>
    <w:rsid w:val="00695338"/>
    <w:rsid w:val="006B2BC2"/>
    <w:rsid w:val="006B4457"/>
    <w:rsid w:val="006B6F6F"/>
    <w:rsid w:val="006B7797"/>
    <w:rsid w:val="006C6BB9"/>
    <w:rsid w:val="006D0C1D"/>
    <w:rsid w:val="006D0DCE"/>
    <w:rsid w:val="006D3478"/>
    <w:rsid w:val="006D5990"/>
    <w:rsid w:val="006E069B"/>
    <w:rsid w:val="006F440B"/>
    <w:rsid w:val="007030BA"/>
    <w:rsid w:val="007067F0"/>
    <w:rsid w:val="007130E7"/>
    <w:rsid w:val="007211F2"/>
    <w:rsid w:val="00731544"/>
    <w:rsid w:val="00731D97"/>
    <w:rsid w:val="007344AF"/>
    <w:rsid w:val="007436ED"/>
    <w:rsid w:val="007548EC"/>
    <w:rsid w:val="0075502C"/>
    <w:rsid w:val="0076291A"/>
    <w:rsid w:val="0076304D"/>
    <w:rsid w:val="007664A9"/>
    <w:rsid w:val="00770612"/>
    <w:rsid w:val="00772EAB"/>
    <w:rsid w:val="007738C6"/>
    <w:rsid w:val="00784DCB"/>
    <w:rsid w:val="00786567"/>
    <w:rsid w:val="00787451"/>
    <w:rsid w:val="007942B6"/>
    <w:rsid w:val="00794E2F"/>
    <w:rsid w:val="007956CD"/>
    <w:rsid w:val="007A3F67"/>
    <w:rsid w:val="007A6543"/>
    <w:rsid w:val="007A7301"/>
    <w:rsid w:val="007B1B39"/>
    <w:rsid w:val="007B25BA"/>
    <w:rsid w:val="007B2F7F"/>
    <w:rsid w:val="007B54D4"/>
    <w:rsid w:val="007D1694"/>
    <w:rsid w:val="007D3D5D"/>
    <w:rsid w:val="007D4338"/>
    <w:rsid w:val="007D693B"/>
    <w:rsid w:val="007F2FFE"/>
    <w:rsid w:val="00804EA8"/>
    <w:rsid w:val="00811C1A"/>
    <w:rsid w:val="00823971"/>
    <w:rsid w:val="00831237"/>
    <w:rsid w:val="00834634"/>
    <w:rsid w:val="00842C29"/>
    <w:rsid w:val="0084667F"/>
    <w:rsid w:val="0085558E"/>
    <w:rsid w:val="0085730A"/>
    <w:rsid w:val="00862A0C"/>
    <w:rsid w:val="008667E9"/>
    <w:rsid w:val="00882CE6"/>
    <w:rsid w:val="008831E7"/>
    <w:rsid w:val="00894637"/>
    <w:rsid w:val="0089512E"/>
    <w:rsid w:val="008A1701"/>
    <w:rsid w:val="008A3518"/>
    <w:rsid w:val="008B2F30"/>
    <w:rsid w:val="008B7AD7"/>
    <w:rsid w:val="008C32F2"/>
    <w:rsid w:val="008C7FF2"/>
    <w:rsid w:val="008D3758"/>
    <w:rsid w:val="008D3DFC"/>
    <w:rsid w:val="008E14DF"/>
    <w:rsid w:val="008E309F"/>
    <w:rsid w:val="008E74ED"/>
    <w:rsid w:val="008F243E"/>
    <w:rsid w:val="008F402C"/>
    <w:rsid w:val="008F4058"/>
    <w:rsid w:val="008F52D9"/>
    <w:rsid w:val="009117CE"/>
    <w:rsid w:val="009176C4"/>
    <w:rsid w:val="009212ED"/>
    <w:rsid w:val="00924198"/>
    <w:rsid w:val="009241F5"/>
    <w:rsid w:val="00924745"/>
    <w:rsid w:val="00927E9E"/>
    <w:rsid w:val="0094014B"/>
    <w:rsid w:val="009406CB"/>
    <w:rsid w:val="00941499"/>
    <w:rsid w:val="00951D9C"/>
    <w:rsid w:val="0095498B"/>
    <w:rsid w:val="009721DB"/>
    <w:rsid w:val="00985544"/>
    <w:rsid w:val="00986B55"/>
    <w:rsid w:val="009879BC"/>
    <w:rsid w:val="009A3DC5"/>
    <w:rsid w:val="009B36F2"/>
    <w:rsid w:val="009B7415"/>
    <w:rsid w:val="009C44FE"/>
    <w:rsid w:val="009C50C3"/>
    <w:rsid w:val="009C7B7C"/>
    <w:rsid w:val="009D7650"/>
    <w:rsid w:val="009E036F"/>
    <w:rsid w:val="009F152D"/>
    <w:rsid w:val="009F3C32"/>
    <w:rsid w:val="00A022B7"/>
    <w:rsid w:val="00A045E4"/>
    <w:rsid w:val="00A05198"/>
    <w:rsid w:val="00A1035B"/>
    <w:rsid w:val="00A134E7"/>
    <w:rsid w:val="00A45195"/>
    <w:rsid w:val="00A46BB8"/>
    <w:rsid w:val="00A535E2"/>
    <w:rsid w:val="00A55385"/>
    <w:rsid w:val="00A555A1"/>
    <w:rsid w:val="00A56FF2"/>
    <w:rsid w:val="00A65A79"/>
    <w:rsid w:val="00A75353"/>
    <w:rsid w:val="00A80FF8"/>
    <w:rsid w:val="00A83060"/>
    <w:rsid w:val="00A920C8"/>
    <w:rsid w:val="00A93B93"/>
    <w:rsid w:val="00A956CE"/>
    <w:rsid w:val="00A95868"/>
    <w:rsid w:val="00A97F7D"/>
    <w:rsid w:val="00AA12FE"/>
    <w:rsid w:val="00AA4744"/>
    <w:rsid w:val="00AB6A72"/>
    <w:rsid w:val="00AC3BA7"/>
    <w:rsid w:val="00AC4F88"/>
    <w:rsid w:val="00AD21AD"/>
    <w:rsid w:val="00AE0A2D"/>
    <w:rsid w:val="00AE2CBE"/>
    <w:rsid w:val="00AE4E60"/>
    <w:rsid w:val="00AF0198"/>
    <w:rsid w:val="00B001EA"/>
    <w:rsid w:val="00B01F2F"/>
    <w:rsid w:val="00B06D71"/>
    <w:rsid w:val="00B14DE9"/>
    <w:rsid w:val="00B1710A"/>
    <w:rsid w:val="00B21048"/>
    <w:rsid w:val="00B270E4"/>
    <w:rsid w:val="00B31910"/>
    <w:rsid w:val="00B34038"/>
    <w:rsid w:val="00B37E92"/>
    <w:rsid w:val="00B431FF"/>
    <w:rsid w:val="00B44B6F"/>
    <w:rsid w:val="00B50745"/>
    <w:rsid w:val="00B50BE4"/>
    <w:rsid w:val="00B548C4"/>
    <w:rsid w:val="00B750D1"/>
    <w:rsid w:val="00B80FEA"/>
    <w:rsid w:val="00B8355F"/>
    <w:rsid w:val="00BB40FA"/>
    <w:rsid w:val="00BC1DD2"/>
    <w:rsid w:val="00BD03C8"/>
    <w:rsid w:val="00BD08D0"/>
    <w:rsid w:val="00BD139F"/>
    <w:rsid w:val="00BD41F2"/>
    <w:rsid w:val="00BD6463"/>
    <w:rsid w:val="00BE3AF9"/>
    <w:rsid w:val="00BE56A3"/>
    <w:rsid w:val="00BE7BA9"/>
    <w:rsid w:val="00BF068F"/>
    <w:rsid w:val="00BF1AE6"/>
    <w:rsid w:val="00BF7DE0"/>
    <w:rsid w:val="00BF7E1E"/>
    <w:rsid w:val="00C06C2A"/>
    <w:rsid w:val="00C115A1"/>
    <w:rsid w:val="00C27ADA"/>
    <w:rsid w:val="00C479DE"/>
    <w:rsid w:val="00C51030"/>
    <w:rsid w:val="00C54CC6"/>
    <w:rsid w:val="00C55F55"/>
    <w:rsid w:val="00C66D91"/>
    <w:rsid w:val="00C674B0"/>
    <w:rsid w:val="00C71CE8"/>
    <w:rsid w:val="00C7205B"/>
    <w:rsid w:val="00C72950"/>
    <w:rsid w:val="00C8000E"/>
    <w:rsid w:val="00C92BD2"/>
    <w:rsid w:val="00C9671E"/>
    <w:rsid w:val="00CA5169"/>
    <w:rsid w:val="00CB004E"/>
    <w:rsid w:val="00CB098B"/>
    <w:rsid w:val="00CB2173"/>
    <w:rsid w:val="00CB383B"/>
    <w:rsid w:val="00CC1FD3"/>
    <w:rsid w:val="00CD517A"/>
    <w:rsid w:val="00CE24C3"/>
    <w:rsid w:val="00CE3348"/>
    <w:rsid w:val="00CF6DD4"/>
    <w:rsid w:val="00D00396"/>
    <w:rsid w:val="00D00CB0"/>
    <w:rsid w:val="00D02E8C"/>
    <w:rsid w:val="00D072A1"/>
    <w:rsid w:val="00D100BD"/>
    <w:rsid w:val="00D13E57"/>
    <w:rsid w:val="00D13E94"/>
    <w:rsid w:val="00D17E6F"/>
    <w:rsid w:val="00D3273D"/>
    <w:rsid w:val="00D36095"/>
    <w:rsid w:val="00D4330D"/>
    <w:rsid w:val="00D45B22"/>
    <w:rsid w:val="00D52255"/>
    <w:rsid w:val="00D6440D"/>
    <w:rsid w:val="00D6720D"/>
    <w:rsid w:val="00D70301"/>
    <w:rsid w:val="00D83E1A"/>
    <w:rsid w:val="00D84408"/>
    <w:rsid w:val="00D8575C"/>
    <w:rsid w:val="00D87382"/>
    <w:rsid w:val="00D9062F"/>
    <w:rsid w:val="00D9188E"/>
    <w:rsid w:val="00D933C1"/>
    <w:rsid w:val="00D93749"/>
    <w:rsid w:val="00DE1520"/>
    <w:rsid w:val="00DE3B82"/>
    <w:rsid w:val="00DF1D09"/>
    <w:rsid w:val="00E02A4F"/>
    <w:rsid w:val="00E16107"/>
    <w:rsid w:val="00E1644E"/>
    <w:rsid w:val="00E178A6"/>
    <w:rsid w:val="00E2758F"/>
    <w:rsid w:val="00E35761"/>
    <w:rsid w:val="00E414C1"/>
    <w:rsid w:val="00E53C5F"/>
    <w:rsid w:val="00E578BD"/>
    <w:rsid w:val="00E6009B"/>
    <w:rsid w:val="00E61DCB"/>
    <w:rsid w:val="00E61DE9"/>
    <w:rsid w:val="00E677AD"/>
    <w:rsid w:val="00E72B3A"/>
    <w:rsid w:val="00E74F92"/>
    <w:rsid w:val="00E7752C"/>
    <w:rsid w:val="00E87EDF"/>
    <w:rsid w:val="00E87F91"/>
    <w:rsid w:val="00E87FC2"/>
    <w:rsid w:val="00E96898"/>
    <w:rsid w:val="00EB1C3C"/>
    <w:rsid w:val="00EB6B0A"/>
    <w:rsid w:val="00EC0161"/>
    <w:rsid w:val="00EC3F9F"/>
    <w:rsid w:val="00EC75F5"/>
    <w:rsid w:val="00EF0197"/>
    <w:rsid w:val="00EF19AF"/>
    <w:rsid w:val="00EF6104"/>
    <w:rsid w:val="00F100CE"/>
    <w:rsid w:val="00F12312"/>
    <w:rsid w:val="00F27D43"/>
    <w:rsid w:val="00F3264F"/>
    <w:rsid w:val="00F32E0D"/>
    <w:rsid w:val="00F33897"/>
    <w:rsid w:val="00F36D30"/>
    <w:rsid w:val="00F36D32"/>
    <w:rsid w:val="00F36FA3"/>
    <w:rsid w:val="00F449B1"/>
    <w:rsid w:val="00F47349"/>
    <w:rsid w:val="00F6258E"/>
    <w:rsid w:val="00F712D4"/>
    <w:rsid w:val="00F76094"/>
    <w:rsid w:val="00F83C3F"/>
    <w:rsid w:val="00F83FCB"/>
    <w:rsid w:val="00F85102"/>
    <w:rsid w:val="00F878DE"/>
    <w:rsid w:val="00F90A79"/>
    <w:rsid w:val="00F920A8"/>
    <w:rsid w:val="00F920F9"/>
    <w:rsid w:val="00F93F73"/>
    <w:rsid w:val="00F94097"/>
    <w:rsid w:val="00FA1B13"/>
    <w:rsid w:val="00FA781D"/>
    <w:rsid w:val="00FB287F"/>
    <w:rsid w:val="00FB2FF8"/>
    <w:rsid w:val="00FB3E39"/>
    <w:rsid w:val="00FB7A63"/>
    <w:rsid w:val="00FD180B"/>
    <w:rsid w:val="00FE25BB"/>
    <w:rsid w:val="00FF1672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590A341E"/>
  <w15:docId w15:val="{431DFFAD-1B2B-4BEF-AFEB-88EDC5D5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D0A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5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48EC"/>
  </w:style>
  <w:style w:type="paragraph" w:styleId="Fuzeile">
    <w:name w:val="footer"/>
    <w:basedOn w:val="Standard"/>
    <w:link w:val="FuzeileZchn"/>
    <w:uiPriority w:val="99"/>
    <w:unhideWhenUsed/>
    <w:rsid w:val="0075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48E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48EC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5A1E0A"/>
    <w:pPr>
      <w:spacing w:after="0" w:line="240" w:lineRule="auto"/>
    </w:pPr>
  </w:style>
  <w:style w:type="character" w:styleId="Hyperlink">
    <w:name w:val="Hyperlink"/>
    <w:rsid w:val="00B548C4"/>
    <w:rPr>
      <w:rFonts w:cs="Times New Roman"/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70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70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70E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70E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70E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270E4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D0A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-Dokumente\Vorlagen\Pressemitteilung\wordvorlagen-pressemitteilungen\Wordvorlagen\ASC-Pressemitteilung-Mast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99AB8-3E87-41D3-A12A-3C367DD06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ASC-Pressemitteilung-Master.dotx</Template>
  <TotalTime>0</TotalTime>
  <Pages>3</Pages>
  <Words>724</Words>
  <Characters>4564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Lauw, Florian</dc:creator>
  <cp:keywords/>
  <dc:description/>
  <cp:lastModifiedBy>Truong, Klara Nhu An</cp:lastModifiedBy>
  <cp:revision>8</cp:revision>
  <cp:lastPrinted>2017-02-03T10:17:00Z</cp:lastPrinted>
  <dcterms:created xsi:type="dcterms:W3CDTF">2017-03-14T10:37:00Z</dcterms:created>
  <dcterms:modified xsi:type="dcterms:W3CDTF">2017-03-28T13:55:00Z</dcterms:modified>
</cp:coreProperties>
</file>